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76ABF" w14:textId="77777777" w:rsidR="00176118" w:rsidRPr="000A3AC6" w:rsidRDefault="00176118" w:rsidP="000A3AC6">
      <w:pPr>
        <w:pStyle w:val="Heading5"/>
        <w:jc w:val="center"/>
        <w:rPr>
          <w:sz w:val="36"/>
          <w:szCs w:val="36"/>
        </w:rPr>
      </w:pPr>
      <w:r w:rsidRPr="000A3AC6">
        <w:rPr>
          <w:sz w:val="36"/>
          <w:szCs w:val="36"/>
        </w:rPr>
        <w:t>Your views count!</w:t>
      </w:r>
    </w:p>
    <w:p w14:paraId="17169094" w14:textId="6AF34853" w:rsidR="009A4D9F" w:rsidRDefault="00DB2DA9" w:rsidP="009A4D9F">
      <w:pPr>
        <w:pStyle w:val="Paragraph"/>
        <w:rPr>
          <w:i/>
        </w:rPr>
      </w:pPr>
      <w:r>
        <w:rPr>
          <w:i/>
        </w:rPr>
        <w:t>NOTE TO RESEARCHERS: The coding for each option is given in italic font to the left of the option.</w:t>
      </w:r>
    </w:p>
    <w:p w14:paraId="0F352C14" w14:textId="77777777" w:rsidR="00DB2DA9" w:rsidRDefault="00DB2DA9" w:rsidP="00DB2DA9">
      <w:pPr>
        <w:pStyle w:val="Newparagraph"/>
      </w:pPr>
    </w:p>
    <w:p w14:paraId="4ABDFE1C" w14:textId="77777777" w:rsidR="00DB2DA9" w:rsidRPr="00DB2DA9" w:rsidRDefault="00DB2DA9" w:rsidP="00DB2DA9">
      <w:pPr>
        <w:pStyle w:val="Newparagraph"/>
      </w:pPr>
    </w:p>
    <w:p w14:paraId="494718F9" w14:textId="77777777" w:rsidR="00176118" w:rsidRDefault="00176118" w:rsidP="001F50C5">
      <w:r w:rsidRPr="00620192">
        <w:t xml:space="preserve">Please spend a moment giving us your feedback on this session. Your answers will help us to enhance the support that we provide to students in the future. </w:t>
      </w:r>
    </w:p>
    <w:p w14:paraId="57B54971" w14:textId="77777777" w:rsidR="009A4D9F" w:rsidRPr="00620192" w:rsidRDefault="009A4D9F" w:rsidP="001F50C5"/>
    <w:p w14:paraId="4795DE66" w14:textId="77777777" w:rsidR="00176118" w:rsidRDefault="00176118" w:rsidP="001F50C5">
      <w:r w:rsidRPr="00620192">
        <w:t>There are five one-click-answer questions, so we estimate that this will take you one or two minutes.</w:t>
      </w:r>
    </w:p>
    <w:p w14:paraId="60CF5F6C" w14:textId="77777777" w:rsidR="009A4D9F" w:rsidRPr="00620192" w:rsidRDefault="009A4D9F" w:rsidP="001F50C5"/>
    <w:p w14:paraId="5B81D601" w14:textId="77777777" w:rsidR="00176118" w:rsidRDefault="00176118" w:rsidP="001F50C5">
      <w:r w:rsidRPr="00620192">
        <w:t xml:space="preserve">Please select </w:t>
      </w:r>
      <w:r w:rsidRPr="00620192">
        <w:rPr>
          <w:i/>
        </w:rPr>
        <w:t>one</w:t>
      </w:r>
      <w:r w:rsidRPr="00620192">
        <w:t xml:space="preserve"> answer to each question.</w:t>
      </w:r>
    </w:p>
    <w:p w14:paraId="0E8C973E" w14:textId="77777777" w:rsidR="009A4D9F" w:rsidRPr="00620192" w:rsidRDefault="009A4D9F" w:rsidP="001F50C5">
      <w:bookmarkStart w:id="0" w:name="_GoBack"/>
      <w:bookmarkEnd w:id="0"/>
    </w:p>
    <w:p w14:paraId="1EFBD43C" w14:textId="20BA3EC4" w:rsidR="00176118" w:rsidRPr="00620192" w:rsidRDefault="009A4D9F" w:rsidP="00092392">
      <w:pPr>
        <w:pStyle w:val="NormalIndent"/>
      </w:pPr>
      <w:r>
        <w:t>1.</w:t>
      </w:r>
      <w:r>
        <w:tab/>
      </w:r>
      <w:r w:rsidR="00176118" w:rsidRPr="00620192">
        <w:t>Please indicate the total time that it took you to work through this session.</w:t>
      </w:r>
    </w:p>
    <w:p w14:paraId="1692E38F" w14:textId="2C81C1AB" w:rsidR="00176118" w:rsidRPr="00620192" w:rsidRDefault="00DB2DA9" w:rsidP="00092392">
      <w:pPr>
        <w:pStyle w:val="NormalIndent"/>
      </w:pPr>
      <w:r>
        <w:rPr>
          <w:i/>
        </w:rPr>
        <w:t xml:space="preserve">1  </w:t>
      </w:r>
      <w:r w:rsidR="00176118" w:rsidRPr="00620192">
        <w:t>Less than 5 minutes</w:t>
      </w:r>
    </w:p>
    <w:p w14:paraId="1C30AE3B" w14:textId="08EF7CD0" w:rsidR="00176118" w:rsidRPr="00620192" w:rsidRDefault="00DB2DA9" w:rsidP="00092392">
      <w:pPr>
        <w:pStyle w:val="NormalIndent"/>
      </w:pPr>
      <w:r>
        <w:rPr>
          <w:i/>
        </w:rPr>
        <w:t xml:space="preserve">2  </w:t>
      </w:r>
      <w:r w:rsidR="00176118" w:rsidRPr="00620192">
        <w:t xml:space="preserve">5–10 minutes </w:t>
      </w:r>
    </w:p>
    <w:p w14:paraId="1298D9A4" w14:textId="530AA705" w:rsidR="00176118" w:rsidRPr="00620192" w:rsidRDefault="007B6113" w:rsidP="00092392">
      <w:pPr>
        <w:pStyle w:val="NormalIndent"/>
      </w:pPr>
      <w:r>
        <w:rPr>
          <w:i/>
        </w:rPr>
        <w:t xml:space="preserve">3  </w:t>
      </w:r>
      <w:r w:rsidR="00176118" w:rsidRPr="00620192">
        <w:t>10–15 minutes</w:t>
      </w:r>
    </w:p>
    <w:p w14:paraId="0CE211A4" w14:textId="5AB653A4" w:rsidR="00176118" w:rsidRPr="00620192" w:rsidRDefault="007B6113" w:rsidP="00092392">
      <w:pPr>
        <w:pStyle w:val="NormalIndent"/>
      </w:pPr>
      <w:r>
        <w:rPr>
          <w:i/>
        </w:rPr>
        <w:t xml:space="preserve">4  </w:t>
      </w:r>
      <w:r w:rsidR="00176118" w:rsidRPr="00620192">
        <w:t>15–20 minutes</w:t>
      </w:r>
    </w:p>
    <w:p w14:paraId="57CB88BC" w14:textId="1FB398D7" w:rsidR="00176118" w:rsidRPr="00620192" w:rsidRDefault="007B6113" w:rsidP="00092392">
      <w:pPr>
        <w:pStyle w:val="NormalIndent"/>
      </w:pPr>
      <w:r>
        <w:rPr>
          <w:i/>
        </w:rPr>
        <w:t xml:space="preserve">5  </w:t>
      </w:r>
      <w:r w:rsidR="00176118" w:rsidRPr="00620192">
        <w:t>More than 20 minutes</w:t>
      </w:r>
    </w:p>
    <w:p w14:paraId="36496B11" w14:textId="77777777" w:rsidR="00176118" w:rsidRPr="00620192" w:rsidRDefault="00176118" w:rsidP="00092392">
      <w:pPr>
        <w:pStyle w:val="NormalIndent"/>
      </w:pPr>
    </w:p>
    <w:p w14:paraId="399D2BB1" w14:textId="2406B022" w:rsidR="00176118" w:rsidRPr="00620192" w:rsidRDefault="009A4D9F" w:rsidP="00092392">
      <w:pPr>
        <w:pStyle w:val="NormalIndent"/>
      </w:pPr>
      <w:r>
        <w:t>2.</w:t>
      </w:r>
      <w:r>
        <w:tab/>
      </w:r>
      <w:r w:rsidR="00176118" w:rsidRPr="00620192">
        <w:t>Please indicate how useful you found the content of this session.</w:t>
      </w:r>
    </w:p>
    <w:p w14:paraId="2747E1F9" w14:textId="47FB36EA" w:rsidR="00176118" w:rsidRPr="00620192" w:rsidRDefault="007B6113" w:rsidP="00092392">
      <w:pPr>
        <w:pStyle w:val="NormalIndent"/>
      </w:pPr>
      <w:r>
        <w:rPr>
          <w:i/>
        </w:rPr>
        <w:t xml:space="preserve">1   </w:t>
      </w:r>
      <w:r w:rsidR="00176118" w:rsidRPr="00620192">
        <w:t>Not useful</w:t>
      </w:r>
    </w:p>
    <w:p w14:paraId="0BB4D026" w14:textId="0B767B70" w:rsidR="00176118" w:rsidRPr="00620192" w:rsidRDefault="007B6113" w:rsidP="00092392">
      <w:pPr>
        <w:pStyle w:val="NormalIndent"/>
      </w:pPr>
      <w:r>
        <w:rPr>
          <w:i/>
        </w:rPr>
        <w:t xml:space="preserve">2  </w:t>
      </w:r>
      <w:r w:rsidR="00176118" w:rsidRPr="00620192">
        <w:t xml:space="preserve">Quite useful </w:t>
      </w:r>
    </w:p>
    <w:p w14:paraId="32A1E83E" w14:textId="5B6A35A7" w:rsidR="00176118" w:rsidRPr="00620192" w:rsidRDefault="007B6113" w:rsidP="00092392">
      <w:pPr>
        <w:pStyle w:val="NormalIndent"/>
      </w:pPr>
      <w:r>
        <w:rPr>
          <w:i/>
        </w:rPr>
        <w:t xml:space="preserve">3  </w:t>
      </w:r>
      <w:r w:rsidR="00176118" w:rsidRPr="00620192">
        <w:t>Very useful</w:t>
      </w:r>
    </w:p>
    <w:p w14:paraId="08577356" w14:textId="77777777" w:rsidR="00176118" w:rsidRPr="00620192" w:rsidRDefault="00176118" w:rsidP="00092392">
      <w:pPr>
        <w:pStyle w:val="NormalIndent"/>
      </w:pPr>
    </w:p>
    <w:p w14:paraId="1DF0516F" w14:textId="2F9FD468" w:rsidR="00176118" w:rsidRPr="00620192" w:rsidRDefault="009A4D9F" w:rsidP="00092392">
      <w:pPr>
        <w:pStyle w:val="NormalIndent"/>
      </w:pPr>
      <w:r>
        <w:lastRenderedPageBreak/>
        <w:t>3.</w:t>
      </w:r>
      <w:r>
        <w:tab/>
      </w:r>
      <w:r w:rsidR="00176118" w:rsidRPr="00620192">
        <w:t>Please indicate your opinion of the format of this session.</w:t>
      </w:r>
    </w:p>
    <w:p w14:paraId="2BEB2446" w14:textId="149929D4" w:rsidR="00176118" w:rsidRPr="00620192" w:rsidRDefault="007B6113" w:rsidP="00092392">
      <w:pPr>
        <w:pStyle w:val="NormalIndent"/>
      </w:pPr>
      <w:r>
        <w:rPr>
          <w:i/>
        </w:rPr>
        <w:t xml:space="preserve">1  </w:t>
      </w:r>
      <w:r w:rsidR="00176118" w:rsidRPr="00620192">
        <w:t>I prefer written material to audios.</w:t>
      </w:r>
    </w:p>
    <w:p w14:paraId="76DB6EF0" w14:textId="52E65B8B" w:rsidR="00176118" w:rsidRPr="00620192" w:rsidRDefault="007B6113" w:rsidP="00092392">
      <w:pPr>
        <w:pStyle w:val="NormalIndent"/>
      </w:pPr>
      <w:r>
        <w:rPr>
          <w:i/>
        </w:rPr>
        <w:t xml:space="preserve">2  </w:t>
      </w:r>
      <w:r w:rsidR="00176118" w:rsidRPr="00620192">
        <w:t>I prefer audios to written material.</w:t>
      </w:r>
    </w:p>
    <w:p w14:paraId="5B3BE166" w14:textId="6A52BFCE" w:rsidR="00176118" w:rsidRPr="00620192" w:rsidRDefault="007B6113" w:rsidP="00092392">
      <w:pPr>
        <w:pStyle w:val="NormalIndent"/>
      </w:pPr>
      <w:r>
        <w:rPr>
          <w:i/>
        </w:rPr>
        <w:t xml:space="preserve">3  </w:t>
      </w:r>
      <w:r w:rsidR="00176118" w:rsidRPr="00620192">
        <w:t>I like a mix of audios and written material.</w:t>
      </w:r>
    </w:p>
    <w:p w14:paraId="2342FBC5" w14:textId="77777777" w:rsidR="00176118" w:rsidRPr="00620192" w:rsidRDefault="00176118" w:rsidP="00092392">
      <w:pPr>
        <w:pStyle w:val="NormalIndent"/>
      </w:pPr>
    </w:p>
    <w:p w14:paraId="5BC175C1" w14:textId="08E2E3CF" w:rsidR="00176118" w:rsidRPr="00620192" w:rsidRDefault="009A4D9F" w:rsidP="00092392">
      <w:pPr>
        <w:pStyle w:val="NormalIndent"/>
      </w:pPr>
      <w:r>
        <w:t>4.</w:t>
      </w:r>
      <w:r>
        <w:tab/>
      </w:r>
      <w:r w:rsidR="00176118" w:rsidRPr="00620192">
        <w:t>Please indicate which of the following best describes your situation.</w:t>
      </w:r>
    </w:p>
    <w:p w14:paraId="560A0E80" w14:textId="0ED159CB" w:rsidR="00176118" w:rsidRPr="00620192" w:rsidRDefault="007B6113" w:rsidP="00092392">
      <w:pPr>
        <w:pStyle w:val="NormalIndent"/>
      </w:pPr>
      <w:r>
        <w:rPr>
          <w:i/>
        </w:rPr>
        <w:t xml:space="preserve">1   </w:t>
      </w:r>
      <w:r w:rsidR="00176118" w:rsidRPr="00620192">
        <w:t xml:space="preserve">I have completed one or more Open University </w:t>
      </w:r>
      <w:r w:rsidR="00A42CC1" w:rsidRPr="00620192">
        <w:t>Level</w:t>
      </w:r>
      <w:r w:rsidR="00176118" w:rsidRPr="00620192">
        <w:t xml:space="preserve"> 1 </w:t>
      </w:r>
      <w:r w:rsidR="0031030C" w:rsidRPr="00620192">
        <w:t>l</w:t>
      </w:r>
      <w:r w:rsidR="00176118" w:rsidRPr="00620192">
        <w:t xml:space="preserve">aw modules (W100, </w:t>
      </w:r>
      <w:r>
        <w:t xml:space="preserve"> </w:t>
      </w:r>
      <w:r w:rsidR="00176118" w:rsidRPr="00620192">
        <w:t>W101 or W102).</w:t>
      </w:r>
    </w:p>
    <w:p w14:paraId="5ADB30EC" w14:textId="106E74F9" w:rsidR="00176118" w:rsidRPr="00620192" w:rsidRDefault="007B6113" w:rsidP="00092392">
      <w:pPr>
        <w:pStyle w:val="NormalIndent"/>
      </w:pPr>
      <w:r>
        <w:rPr>
          <w:i/>
        </w:rPr>
        <w:t xml:space="preserve">2  </w:t>
      </w:r>
      <w:r w:rsidR="00176118" w:rsidRPr="00620192">
        <w:t>I have studied law previously, but not at The Open University.</w:t>
      </w:r>
    </w:p>
    <w:p w14:paraId="25F0A135" w14:textId="788A3F15" w:rsidR="00176118" w:rsidRPr="00620192" w:rsidRDefault="007B6113" w:rsidP="00092392">
      <w:pPr>
        <w:pStyle w:val="NormalIndent"/>
      </w:pPr>
      <w:r>
        <w:rPr>
          <w:i/>
        </w:rPr>
        <w:t xml:space="preserve">3  </w:t>
      </w:r>
      <w:r w:rsidR="00176118" w:rsidRPr="00620192">
        <w:t xml:space="preserve">I have never studied law. </w:t>
      </w:r>
    </w:p>
    <w:p w14:paraId="1B652F12" w14:textId="77777777" w:rsidR="00176118" w:rsidRPr="00620192" w:rsidRDefault="00176118" w:rsidP="00092392">
      <w:pPr>
        <w:pStyle w:val="NormalIndent"/>
      </w:pPr>
    </w:p>
    <w:p w14:paraId="13CB7D97" w14:textId="034A4196" w:rsidR="00176118" w:rsidRPr="00620192" w:rsidRDefault="009A4D9F" w:rsidP="00092392">
      <w:pPr>
        <w:pStyle w:val="NormalIndent"/>
      </w:pPr>
      <w:r>
        <w:t>5.</w:t>
      </w:r>
      <w:r>
        <w:tab/>
      </w:r>
      <w:r w:rsidR="00176118" w:rsidRPr="00620192">
        <w:t>Please indicate your reason for working through this session.</w:t>
      </w:r>
    </w:p>
    <w:p w14:paraId="3DB1C058" w14:textId="0B182AD2" w:rsidR="00176118" w:rsidRPr="00620192" w:rsidRDefault="007B6113" w:rsidP="00092392">
      <w:pPr>
        <w:pStyle w:val="NormalIndent"/>
      </w:pPr>
      <w:r>
        <w:rPr>
          <w:i/>
        </w:rPr>
        <w:t xml:space="preserve">1   </w:t>
      </w:r>
      <w:r w:rsidR="00176118" w:rsidRPr="00620192">
        <w:t xml:space="preserve">I am preparing to study a </w:t>
      </w:r>
      <w:r w:rsidR="0031030C" w:rsidRPr="00620192">
        <w:t>l</w:t>
      </w:r>
      <w:r w:rsidR="00176118" w:rsidRPr="00620192">
        <w:t>aw module.</w:t>
      </w:r>
    </w:p>
    <w:p w14:paraId="672CD50C" w14:textId="392F69CB" w:rsidR="00176118" w:rsidRPr="00620192" w:rsidRDefault="007B6113" w:rsidP="00092392">
      <w:pPr>
        <w:pStyle w:val="NormalIndent"/>
      </w:pPr>
      <w:r>
        <w:rPr>
          <w:i/>
        </w:rPr>
        <w:t xml:space="preserve">2   </w:t>
      </w:r>
      <w:r w:rsidR="00176118" w:rsidRPr="00620192">
        <w:t xml:space="preserve">I am part-way through studying a </w:t>
      </w:r>
      <w:r w:rsidR="0031030C" w:rsidRPr="00620192">
        <w:t>l</w:t>
      </w:r>
      <w:r w:rsidR="00176118" w:rsidRPr="00620192">
        <w:t>aw module and needed to revise material that I had previously learned.</w:t>
      </w:r>
    </w:p>
    <w:p w14:paraId="3DF613F0" w14:textId="6AFA70BA" w:rsidR="00176118" w:rsidRDefault="007B6113" w:rsidP="00092392">
      <w:pPr>
        <w:pStyle w:val="NormalIndent"/>
      </w:pPr>
      <w:r>
        <w:rPr>
          <w:i/>
        </w:rPr>
        <w:t xml:space="preserve">3   </w:t>
      </w:r>
      <w:r w:rsidR="00176118" w:rsidRPr="00620192">
        <w:t xml:space="preserve">I am part-way through studying a </w:t>
      </w:r>
      <w:r w:rsidR="0031030C" w:rsidRPr="00620192">
        <w:t>l</w:t>
      </w:r>
      <w:r w:rsidR="00176118" w:rsidRPr="00620192">
        <w:t>aw module and needed to acquire some background knowledge of a topic.</w:t>
      </w:r>
    </w:p>
    <w:p w14:paraId="52C2D29C" w14:textId="77777777" w:rsidR="009A4D9F" w:rsidRPr="00620192" w:rsidRDefault="009A4D9F" w:rsidP="00092392">
      <w:pPr>
        <w:pStyle w:val="NormalIndent"/>
      </w:pPr>
    </w:p>
    <w:p w14:paraId="2467AB37" w14:textId="77777777" w:rsidR="00CB0A5F" w:rsidRDefault="00176118" w:rsidP="009A4D9F">
      <w:pPr>
        <w:jc w:val="center"/>
      </w:pPr>
      <w:r w:rsidRPr="00620192">
        <w:t>Thank you very much for taking the time to give us your feedback.</w:t>
      </w:r>
    </w:p>
    <w:sectPr w:rsidR="00CB0A5F" w:rsidSect="00F75D1E">
      <w:headerReference w:type="default" r:id="rId8"/>
      <w:footerReference w:type="default" r:id="rId9"/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010B6" w14:textId="77777777" w:rsidR="00917EE4" w:rsidRDefault="00917EE4" w:rsidP="000C3AB1">
      <w:pPr>
        <w:spacing w:line="240" w:lineRule="auto"/>
      </w:pPr>
      <w:r>
        <w:separator/>
      </w:r>
    </w:p>
  </w:endnote>
  <w:endnote w:type="continuationSeparator" w:id="0">
    <w:p w14:paraId="2406122A" w14:textId="77777777" w:rsidR="00917EE4" w:rsidRDefault="00917EE4" w:rsidP="000C3AB1">
      <w:pPr>
        <w:spacing w:line="240" w:lineRule="auto"/>
      </w:pPr>
      <w:r>
        <w:continuationSeparator/>
      </w:r>
    </w:p>
  </w:endnote>
  <w:endnote w:type="continuationNotice" w:id="1">
    <w:p w14:paraId="501333E6" w14:textId="77777777" w:rsidR="00917EE4" w:rsidRDefault="00917E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7584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03ACC" w14:textId="325AE09E" w:rsidR="00917EE4" w:rsidRDefault="00917EE4">
        <w:pPr>
          <w:pStyle w:val="Footer"/>
          <w:jc w:val="right"/>
        </w:pPr>
        <w:r w:rsidRPr="004C1D11">
          <w:rPr>
            <w:sz w:val="16"/>
            <w:szCs w:val="16"/>
          </w:rPr>
          <w:fldChar w:fldCharType="begin"/>
        </w:r>
        <w:r w:rsidRPr="004C1D11">
          <w:rPr>
            <w:sz w:val="16"/>
            <w:szCs w:val="16"/>
          </w:rPr>
          <w:instrText xml:space="preserve"> PAGE   \* MERGEFORMAT </w:instrText>
        </w:r>
        <w:r w:rsidRPr="004C1D11">
          <w:rPr>
            <w:sz w:val="16"/>
            <w:szCs w:val="16"/>
          </w:rPr>
          <w:fldChar w:fldCharType="separate"/>
        </w:r>
        <w:r w:rsidR="002D1DD2">
          <w:rPr>
            <w:noProof/>
            <w:sz w:val="16"/>
            <w:szCs w:val="16"/>
          </w:rPr>
          <w:t>2</w:t>
        </w:r>
        <w:r w:rsidRPr="004C1D11">
          <w:rPr>
            <w:noProof/>
            <w:sz w:val="16"/>
            <w:szCs w:val="16"/>
          </w:rPr>
          <w:fldChar w:fldCharType="end"/>
        </w:r>
      </w:p>
    </w:sdtContent>
  </w:sdt>
  <w:p w14:paraId="765C91F4" w14:textId="77777777" w:rsidR="00917EE4" w:rsidRDefault="00917E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C5CCF" w14:textId="77777777" w:rsidR="00917EE4" w:rsidRDefault="00917EE4" w:rsidP="000C3AB1">
      <w:pPr>
        <w:spacing w:line="240" w:lineRule="auto"/>
      </w:pPr>
      <w:r>
        <w:separator/>
      </w:r>
    </w:p>
  </w:footnote>
  <w:footnote w:type="continuationSeparator" w:id="0">
    <w:p w14:paraId="63219FFE" w14:textId="77777777" w:rsidR="00917EE4" w:rsidRDefault="00917EE4" w:rsidP="000C3AB1">
      <w:pPr>
        <w:spacing w:line="240" w:lineRule="auto"/>
      </w:pPr>
      <w:r>
        <w:continuationSeparator/>
      </w:r>
    </w:p>
  </w:footnote>
  <w:footnote w:type="continuationNotice" w:id="1">
    <w:p w14:paraId="39FDBF20" w14:textId="77777777" w:rsidR="00917EE4" w:rsidRDefault="00917EE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633B" w14:textId="77777777" w:rsidR="00917EE4" w:rsidRDefault="00917E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24945"/>
    <w:multiLevelType w:val="hybridMultilevel"/>
    <w:tmpl w:val="49A6E9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3456C6"/>
    <w:multiLevelType w:val="hybridMultilevel"/>
    <w:tmpl w:val="5CB03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D23DAE"/>
    <w:multiLevelType w:val="hybridMultilevel"/>
    <w:tmpl w:val="D9DED75C"/>
    <w:lvl w:ilvl="0" w:tplc="2D30DBC2">
      <w:start w:val="1"/>
      <w:numFmt w:val="bullet"/>
      <w:lvlText w:val="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3B790B"/>
    <w:multiLevelType w:val="hybridMultilevel"/>
    <w:tmpl w:val="F0A469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8542B"/>
    <w:multiLevelType w:val="hybridMultilevel"/>
    <w:tmpl w:val="9932AD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D6238"/>
    <w:multiLevelType w:val="hybridMultilevel"/>
    <w:tmpl w:val="9F96AFBA"/>
    <w:lvl w:ilvl="0" w:tplc="A1165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D24D6"/>
    <w:multiLevelType w:val="hybridMultilevel"/>
    <w:tmpl w:val="8DB842A8"/>
    <w:lvl w:ilvl="0" w:tplc="C7C21268">
      <w:start w:val="1"/>
      <w:numFmt w:val="decimal"/>
      <w:lvlText w:val="%1"/>
      <w:lvlJc w:val="left"/>
      <w:pPr>
        <w:ind w:left="720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F34EFD"/>
    <w:multiLevelType w:val="hybridMultilevel"/>
    <w:tmpl w:val="231425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C64F5"/>
    <w:multiLevelType w:val="hybridMultilevel"/>
    <w:tmpl w:val="AA9CB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131D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665BB"/>
    <w:multiLevelType w:val="hybridMultilevel"/>
    <w:tmpl w:val="05CC9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A5CDF"/>
    <w:multiLevelType w:val="hybridMultilevel"/>
    <w:tmpl w:val="9ABCCE9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7"/>
  </w:num>
  <w:num w:numId="4">
    <w:abstractNumId w:val="19"/>
  </w:num>
  <w:num w:numId="5">
    <w:abstractNumId w:val="25"/>
  </w:num>
  <w:num w:numId="6">
    <w:abstractNumId w:val="26"/>
  </w:num>
  <w:num w:numId="7">
    <w:abstractNumId w:val="24"/>
  </w:num>
  <w:num w:numId="8">
    <w:abstractNumId w:val="14"/>
  </w:num>
  <w:num w:numId="9">
    <w:abstractNumId w:val="35"/>
  </w:num>
  <w:num w:numId="10">
    <w:abstractNumId w:val="32"/>
  </w:num>
  <w:num w:numId="11">
    <w:abstractNumId w:val="20"/>
  </w:num>
  <w:num w:numId="12">
    <w:abstractNumId w:val="29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9"/>
  </w:num>
  <w:num w:numId="18">
    <w:abstractNumId w:val="5"/>
  </w:num>
  <w:num w:numId="19">
    <w:abstractNumId w:val="7"/>
  </w:num>
  <w:num w:numId="20">
    <w:abstractNumId w:val="6"/>
  </w:num>
  <w:num w:numId="21">
    <w:abstractNumId w:val="10"/>
  </w:num>
  <w:num w:numId="22">
    <w:abstractNumId w:val="8"/>
  </w:num>
  <w:num w:numId="23">
    <w:abstractNumId w:val="22"/>
  </w:num>
  <w:num w:numId="24">
    <w:abstractNumId w:val="30"/>
  </w:num>
  <w:num w:numId="25">
    <w:abstractNumId w:val="18"/>
  </w:num>
  <w:num w:numId="26">
    <w:abstractNumId w:val="21"/>
  </w:num>
  <w:num w:numId="27">
    <w:abstractNumId w:val="11"/>
  </w:num>
  <w:num w:numId="28">
    <w:abstractNumId w:val="0"/>
  </w:num>
  <w:num w:numId="29">
    <w:abstractNumId w:val="13"/>
  </w:num>
  <w:num w:numId="30">
    <w:abstractNumId w:val="23"/>
  </w:num>
  <w:num w:numId="31">
    <w:abstractNumId w:val="31"/>
  </w:num>
  <w:num w:numId="32">
    <w:abstractNumId w:val="33"/>
  </w:num>
  <w:num w:numId="33">
    <w:abstractNumId w:val="17"/>
  </w:num>
  <w:num w:numId="34">
    <w:abstractNumId w:val="34"/>
  </w:num>
  <w:num w:numId="35">
    <w:abstractNumId w:val="28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ttachedTemplate r:id="rId1"/>
  <w:linkStyl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A1F13"/>
    <w:rsid w:val="000003A3"/>
    <w:rsid w:val="000005E5"/>
    <w:rsid w:val="00002D8E"/>
    <w:rsid w:val="00004BC2"/>
    <w:rsid w:val="000112D9"/>
    <w:rsid w:val="00013EF7"/>
    <w:rsid w:val="00015103"/>
    <w:rsid w:val="0001510A"/>
    <w:rsid w:val="000152AE"/>
    <w:rsid w:val="00017C0A"/>
    <w:rsid w:val="000204DB"/>
    <w:rsid w:val="00022E8C"/>
    <w:rsid w:val="00024FAC"/>
    <w:rsid w:val="00025089"/>
    <w:rsid w:val="0002696C"/>
    <w:rsid w:val="00026B0C"/>
    <w:rsid w:val="00027467"/>
    <w:rsid w:val="00030E8E"/>
    <w:rsid w:val="00031519"/>
    <w:rsid w:val="00031980"/>
    <w:rsid w:val="000321D4"/>
    <w:rsid w:val="000323B1"/>
    <w:rsid w:val="000323E0"/>
    <w:rsid w:val="000325B7"/>
    <w:rsid w:val="00032726"/>
    <w:rsid w:val="00033726"/>
    <w:rsid w:val="000342C5"/>
    <w:rsid w:val="00034453"/>
    <w:rsid w:val="000369DE"/>
    <w:rsid w:val="00036D46"/>
    <w:rsid w:val="0004069D"/>
    <w:rsid w:val="00040AD6"/>
    <w:rsid w:val="00040E2E"/>
    <w:rsid w:val="000430CB"/>
    <w:rsid w:val="0004338B"/>
    <w:rsid w:val="000442D9"/>
    <w:rsid w:val="00045BE7"/>
    <w:rsid w:val="0004718A"/>
    <w:rsid w:val="00050E50"/>
    <w:rsid w:val="00052AB3"/>
    <w:rsid w:val="00052E91"/>
    <w:rsid w:val="00053679"/>
    <w:rsid w:val="00054E28"/>
    <w:rsid w:val="00055EDD"/>
    <w:rsid w:val="000563B2"/>
    <w:rsid w:val="00060637"/>
    <w:rsid w:val="000607C6"/>
    <w:rsid w:val="0006336C"/>
    <w:rsid w:val="0006598F"/>
    <w:rsid w:val="00066A19"/>
    <w:rsid w:val="000670C0"/>
    <w:rsid w:val="00067D51"/>
    <w:rsid w:val="000703EE"/>
    <w:rsid w:val="00070A73"/>
    <w:rsid w:val="00071D0F"/>
    <w:rsid w:val="00073EAA"/>
    <w:rsid w:val="00073FE5"/>
    <w:rsid w:val="00075D1A"/>
    <w:rsid w:val="0008013C"/>
    <w:rsid w:val="00080CCA"/>
    <w:rsid w:val="0008195B"/>
    <w:rsid w:val="00081D55"/>
    <w:rsid w:val="00082AE3"/>
    <w:rsid w:val="0008361E"/>
    <w:rsid w:val="00083F6B"/>
    <w:rsid w:val="00084492"/>
    <w:rsid w:val="00085645"/>
    <w:rsid w:val="00086C7B"/>
    <w:rsid w:val="00087E3C"/>
    <w:rsid w:val="00090AF7"/>
    <w:rsid w:val="00092392"/>
    <w:rsid w:val="00093C1D"/>
    <w:rsid w:val="00093DA9"/>
    <w:rsid w:val="00094931"/>
    <w:rsid w:val="00094D9A"/>
    <w:rsid w:val="00094E5C"/>
    <w:rsid w:val="0009539C"/>
    <w:rsid w:val="000956DC"/>
    <w:rsid w:val="0009709F"/>
    <w:rsid w:val="0009719C"/>
    <w:rsid w:val="000A1D0A"/>
    <w:rsid w:val="000A3AC6"/>
    <w:rsid w:val="000A4279"/>
    <w:rsid w:val="000A460D"/>
    <w:rsid w:val="000A5CCB"/>
    <w:rsid w:val="000A6A50"/>
    <w:rsid w:val="000A7593"/>
    <w:rsid w:val="000A7905"/>
    <w:rsid w:val="000B0304"/>
    <w:rsid w:val="000B065B"/>
    <w:rsid w:val="000B07E7"/>
    <w:rsid w:val="000B0ABC"/>
    <w:rsid w:val="000B123A"/>
    <w:rsid w:val="000B12D6"/>
    <w:rsid w:val="000B191D"/>
    <w:rsid w:val="000B1BCB"/>
    <w:rsid w:val="000B1C7E"/>
    <w:rsid w:val="000B239F"/>
    <w:rsid w:val="000B32F7"/>
    <w:rsid w:val="000B5190"/>
    <w:rsid w:val="000B5D1D"/>
    <w:rsid w:val="000B6BC0"/>
    <w:rsid w:val="000C01A7"/>
    <w:rsid w:val="000C02E9"/>
    <w:rsid w:val="000C0C81"/>
    <w:rsid w:val="000C1446"/>
    <w:rsid w:val="000C3AB1"/>
    <w:rsid w:val="000C517F"/>
    <w:rsid w:val="000D0547"/>
    <w:rsid w:val="000D2B8F"/>
    <w:rsid w:val="000D30D3"/>
    <w:rsid w:val="000D3C0F"/>
    <w:rsid w:val="000D4CFE"/>
    <w:rsid w:val="000D67F5"/>
    <w:rsid w:val="000D7BAA"/>
    <w:rsid w:val="000E16E5"/>
    <w:rsid w:val="000E2EE1"/>
    <w:rsid w:val="000E59DA"/>
    <w:rsid w:val="000E678E"/>
    <w:rsid w:val="000F15FB"/>
    <w:rsid w:val="000F22ED"/>
    <w:rsid w:val="000F2E83"/>
    <w:rsid w:val="000F557A"/>
    <w:rsid w:val="000F569E"/>
    <w:rsid w:val="000F689F"/>
    <w:rsid w:val="000F74E6"/>
    <w:rsid w:val="001001D0"/>
    <w:rsid w:val="00101408"/>
    <w:rsid w:val="00101B3C"/>
    <w:rsid w:val="001024D0"/>
    <w:rsid w:val="0010283A"/>
    <w:rsid w:val="00102D97"/>
    <w:rsid w:val="00104924"/>
    <w:rsid w:val="00104A68"/>
    <w:rsid w:val="00104B00"/>
    <w:rsid w:val="00105ED2"/>
    <w:rsid w:val="0010655B"/>
    <w:rsid w:val="00107109"/>
    <w:rsid w:val="00107FE8"/>
    <w:rsid w:val="00111ACF"/>
    <w:rsid w:val="001123E7"/>
    <w:rsid w:val="001129DC"/>
    <w:rsid w:val="00113049"/>
    <w:rsid w:val="001137D3"/>
    <w:rsid w:val="001145D0"/>
    <w:rsid w:val="0011610F"/>
    <w:rsid w:val="001166E1"/>
    <w:rsid w:val="0012014D"/>
    <w:rsid w:val="0012164E"/>
    <w:rsid w:val="0012182F"/>
    <w:rsid w:val="0012242E"/>
    <w:rsid w:val="00123151"/>
    <w:rsid w:val="001232CB"/>
    <w:rsid w:val="001237A3"/>
    <w:rsid w:val="00125A2F"/>
    <w:rsid w:val="00125EB5"/>
    <w:rsid w:val="00127403"/>
    <w:rsid w:val="0012775A"/>
    <w:rsid w:val="00127CEA"/>
    <w:rsid w:val="001322B4"/>
    <w:rsid w:val="00132995"/>
    <w:rsid w:val="001351AA"/>
    <w:rsid w:val="00135532"/>
    <w:rsid w:val="001355C6"/>
    <w:rsid w:val="00136256"/>
    <w:rsid w:val="001365F2"/>
    <w:rsid w:val="00137151"/>
    <w:rsid w:val="001403CE"/>
    <w:rsid w:val="0014052A"/>
    <w:rsid w:val="00140E05"/>
    <w:rsid w:val="001421CB"/>
    <w:rsid w:val="00143146"/>
    <w:rsid w:val="00143DF9"/>
    <w:rsid w:val="001440F3"/>
    <w:rsid w:val="00145806"/>
    <w:rsid w:val="0015276F"/>
    <w:rsid w:val="00154959"/>
    <w:rsid w:val="00154C70"/>
    <w:rsid w:val="00156A78"/>
    <w:rsid w:val="00157AA2"/>
    <w:rsid w:val="001609C9"/>
    <w:rsid w:val="00164BF0"/>
    <w:rsid w:val="00165D0D"/>
    <w:rsid w:val="00165D46"/>
    <w:rsid w:val="00171DA3"/>
    <w:rsid w:val="0017226C"/>
    <w:rsid w:val="00172E7B"/>
    <w:rsid w:val="0017332F"/>
    <w:rsid w:val="00176118"/>
    <w:rsid w:val="0017650E"/>
    <w:rsid w:val="001774E9"/>
    <w:rsid w:val="00177809"/>
    <w:rsid w:val="001806EC"/>
    <w:rsid w:val="001814BD"/>
    <w:rsid w:val="00185A9D"/>
    <w:rsid w:val="001901F6"/>
    <w:rsid w:val="00190CBE"/>
    <w:rsid w:val="00191B13"/>
    <w:rsid w:val="00192809"/>
    <w:rsid w:val="00193408"/>
    <w:rsid w:val="001937EF"/>
    <w:rsid w:val="00193CFB"/>
    <w:rsid w:val="001943C9"/>
    <w:rsid w:val="0019583C"/>
    <w:rsid w:val="00195B1A"/>
    <w:rsid w:val="001964FC"/>
    <w:rsid w:val="00196E21"/>
    <w:rsid w:val="00197077"/>
    <w:rsid w:val="00197F33"/>
    <w:rsid w:val="001A0FF2"/>
    <w:rsid w:val="001A1362"/>
    <w:rsid w:val="001A2D4D"/>
    <w:rsid w:val="001A51D9"/>
    <w:rsid w:val="001A5E17"/>
    <w:rsid w:val="001A6868"/>
    <w:rsid w:val="001A772B"/>
    <w:rsid w:val="001B0E9A"/>
    <w:rsid w:val="001B178A"/>
    <w:rsid w:val="001B1844"/>
    <w:rsid w:val="001B2598"/>
    <w:rsid w:val="001B36B2"/>
    <w:rsid w:val="001B37BC"/>
    <w:rsid w:val="001B45A6"/>
    <w:rsid w:val="001B4E3E"/>
    <w:rsid w:val="001B5737"/>
    <w:rsid w:val="001B63F5"/>
    <w:rsid w:val="001B6636"/>
    <w:rsid w:val="001C057C"/>
    <w:rsid w:val="001C18A1"/>
    <w:rsid w:val="001C3C99"/>
    <w:rsid w:val="001C47AE"/>
    <w:rsid w:val="001D05F9"/>
    <w:rsid w:val="001D06C6"/>
    <w:rsid w:val="001D205E"/>
    <w:rsid w:val="001D341F"/>
    <w:rsid w:val="001D3962"/>
    <w:rsid w:val="001D3E3F"/>
    <w:rsid w:val="001D572A"/>
    <w:rsid w:val="001D59C3"/>
    <w:rsid w:val="001D6C9E"/>
    <w:rsid w:val="001E07DD"/>
    <w:rsid w:val="001E0804"/>
    <w:rsid w:val="001E088C"/>
    <w:rsid w:val="001E1454"/>
    <w:rsid w:val="001E1BFC"/>
    <w:rsid w:val="001E1E24"/>
    <w:rsid w:val="001E33D3"/>
    <w:rsid w:val="001E3A97"/>
    <w:rsid w:val="001E4CD1"/>
    <w:rsid w:val="001E5725"/>
    <w:rsid w:val="001E6818"/>
    <w:rsid w:val="001E7899"/>
    <w:rsid w:val="001F0973"/>
    <w:rsid w:val="001F0BEA"/>
    <w:rsid w:val="001F1709"/>
    <w:rsid w:val="001F4B57"/>
    <w:rsid w:val="001F50C5"/>
    <w:rsid w:val="001F57F2"/>
    <w:rsid w:val="001F5B0A"/>
    <w:rsid w:val="001F6750"/>
    <w:rsid w:val="001F687D"/>
    <w:rsid w:val="00201E7B"/>
    <w:rsid w:val="00203035"/>
    <w:rsid w:val="002041FB"/>
    <w:rsid w:val="002045BF"/>
    <w:rsid w:val="002046C2"/>
    <w:rsid w:val="002049FE"/>
    <w:rsid w:val="00204CD9"/>
    <w:rsid w:val="0020595D"/>
    <w:rsid w:val="00207CF8"/>
    <w:rsid w:val="00211311"/>
    <w:rsid w:val="002118A7"/>
    <w:rsid w:val="00211E12"/>
    <w:rsid w:val="0021311F"/>
    <w:rsid w:val="00213FC8"/>
    <w:rsid w:val="00214BAA"/>
    <w:rsid w:val="00214C5E"/>
    <w:rsid w:val="00214D43"/>
    <w:rsid w:val="00215999"/>
    <w:rsid w:val="00216BFE"/>
    <w:rsid w:val="00217A8E"/>
    <w:rsid w:val="00221735"/>
    <w:rsid w:val="00222291"/>
    <w:rsid w:val="00222BA1"/>
    <w:rsid w:val="00223027"/>
    <w:rsid w:val="00224C65"/>
    <w:rsid w:val="00225208"/>
    <w:rsid w:val="002252E5"/>
    <w:rsid w:val="00227574"/>
    <w:rsid w:val="00227606"/>
    <w:rsid w:val="00227873"/>
    <w:rsid w:val="00230421"/>
    <w:rsid w:val="00230615"/>
    <w:rsid w:val="002315E2"/>
    <w:rsid w:val="0023239E"/>
    <w:rsid w:val="00234DFE"/>
    <w:rsid w:val="00234E13"/>
    <w:rsid w:val="002355EB"/>
    <w:rsid w:val="00237BE4"/>
    <w:rsid w:val="0024027A"/>
    <w:rsid w:val="00240A2A"/>
    <w:rsid w:val="00240A6A"/>
    <w:rsid w:val="002414F6"/>
    <w:rsid w:val="00241B9B"/>
    <w:rsid w:val="00242522"/>
    <w:rsid w:val="00242E62"/>
    <w:rsid w:val="00244001"/>
    <w:rsid w:val="002449AC"/>
    <w:rsid w:val="0024515C"/>
    <w:rsid w:val="00245285"/>
    <w:rsid w:val="00245C09"/>
    <w:rsid w:val="00245D44"/>
    <w:rsid w:val="00251201"/>
    <w:rsid w:val="00254636"/>
    <w:rsid w:val="0025556A"/>
    <w:rsid w:val="0025591D"/>
    <w:rsid w:val="00255B48"/>
    <w:rsid w:val="00256E7F"/>
    <w:rsid w:val="002607CC"/>
    <w:rsid w:val="0026218D"/>
    <w:rsid w:val="00265713"/>
    <w:rsid w:val="00267358"/>
    <w:rsid w:val="0027040A"/>
    <w:rsid w:val="00270656"/>
    <w:rsid w:val="00270B4D"/>
    <w:rsid w:val="00271367"/>
    <w:rsid w:val="00272D0C"/>
    <w:rsid w:val="0027407B"/>
    <w:rsid w:val="0027419E"/>
    <w:rsid w:val="00274906"/>
    <w:rsid w:val="00274A9D"/>
    <w:rsid w:val="0027566B"/>
    <w:rsid w:val="00275C93"/>
    <w:rsid w:val="0027665F"/>
    <w:rsid w:val="0027724C"/>
    <w:rsid w:val="00277E29"/>
    <w:rsid w:val="00281048"/>
    <w:rsid w:val="00281C2E"/>
    <w:rsid w:val="0028207D"/>
    <w:rsid w:val="0028229F"/>
    <w:rsid w:val="00282562"/>
    <w:rsid w:val="00283334"/>
    <w:rsid w:val="00283B66"/>
    <w:rsid w:val="00284D7C"/>
    <w:rsid w:val="00285D62"/>
    <w:rsid w:val="00285F12"/>
    <w:rsid w:val="0028676E"/>
    <w:rsid w:val="002874D1"/>
    <w:rsid w:val="00287678"/>
    <w:rsid w:val="00290680"/>
    <w:rsid w:val="00290ADA"/>
    <w:rsid w:val="00290C7E"/>
    <w:rsid w:val="0029171D"/>
    <w:rsid w:val="002917CA"/>
    <w:rsid w:val="002935CB"/>
    <w:rsid w:val="00293818"/>
    <w:rsid w:val="00295F2A"/>
    <w:rsid w:val="0029641A"/>
    <w:rsid w:val="00296D8A"/>
    <w:rsid w:val="00297147"/>
    <w:rsid w:val="00297D15"/>
    <w:rsid w:val="002A141D"/>
    <w:rsid w:val="002A2B3F"/>
    <w:rsid w:val="002A2F9F"/>
    <w:rsid w:val="002A534E"/>
    <w:rsid w:val="002A55A0"/>
    <w:rsid w:val="002A5FC1"/>
    <w:rsid w:val="002A7DD2"/>
    <w:rsid w:val="002B0E8C"/>
    <w:rsid w:val="002B102E"/>
    <w:rsid w:val="002B270F"/>
    <w:rsid w:val="002B3417"/>
    <w:rsid w:val="002B34A6"/>
    <w:rsid w:val="002B3695"/>
    <w:rsid w:val="002B489A"/>
    <w:rsid w:val="002B5F0E"/>
    <w:rsid w:val="002B62B3"/>
    <w:rsid w:val="002B7256"/>
    <w:rsid w:val="002C0041"/>
    <w:rsid w:val="002C0C98"/>
    <w:rsid w:val="002C137F"/>
    <w:rsid w:val="002C2D2B"/>
    <w:rsid w:val="002C2E61"/>
    <w:rsid w:val="002C2F97"/>
    <w:rsid w:val="002C4063"/>
    <w:rsid w:val="002C4400"/>
    <w:rsid w:val="002D08BB"/>
    <w:rsid w:val="002D1D9A"/>
    <w:rsid w:val="002D1DD2"/>
    <w:rsid w:val="002D2C17"/>
    <w:rsid w:val="002D3C65"/>
    <w:rsid w:val="002D40B4"/>
    <w:rsid w:val="002D742F"/>
    <w:rsid w:val="002D7D62"/>
    <w:rsid w:val="002E0E58"/>
    <w:rsid w:val="002E1507"/>
    <w:rsid w:val="002E2C54"/>
    <w:rsid w:val="002E3711"/>
    <w:rsid w:val="002E51C1"/>
    <w:rsid w:val="002E577C"/>
    <w:rsid w:val="002F15BA"/>
    <w:rsid w:val="002F2A53"/>
    <w:rsid w:val="002F2AA3"/>
    <w:rsid w:val="002F3935"/>
    <w:rsid w:val="002F570F"/>
    <w:rsid w:val="003000C0"/>
    <w:rsid w:val="00300F9D"/>
    <w:rsid w:val="0030294E"/>
    <w:rsid w:val="00303352"/>
    <w:rsid w:val="003035E5"/>
    <w:rsid w:val="0030497B"/>
    <w:rsid w:val="00304DE0"/>
    <w:rsid w:val="00307332"/>
    <w:rsid w:val="0031030C"/>
    <w:rsid w:val="0031043F"/>
    <w:rsid w:val="0031121B"/>
    <w:rsid w:val="00311230"/>
    <w:rsid w:val="00313E69"/>
    <w:rsid w:val="00320256"/>
    <w:rsid w:val="003204E3"/>
    <w:rsid w:val="00320AD9"/>
    <w:rsid w:val="00320D7E"/>
    <w:rsid w:val="00322638"/>
    <w:rsid w:val="00326AAD"/>
    <w:rsid w:val="00326FA5"/>
    <w:rsid w:val="00327E1A"/>
    <w:rsid w:val="00332201"/>
    <w:rsid w:val="00332CEF"/>
    <w:rsid w:val="00333FF4"/>
    <w:rsid w:val="0033454D"/>
    <w:rsid w:val="00334E93"/>
    <w:rsid w:val="003358CB"/>
    <w:rsid w:val="00335AC7"/>
    <w:rsid w:val="00335CBA"/>
    <w:rsid w:val="00337DC5"/>
    <w:rsid w:val="00340905"/>
    <w:rsid w:val="003411B7"/>
    <w:rsid w:val="00342228"/>
    <w:rsid w:val="00344504"/>
    <w:rsid w:val="00345250"/>
    <w:rsid w:val="00346392"/>
    <w:rsid w:val="003465B1"/>
    <w:rsid w:val="00350D5C"/>
    <w:rsid w:val="00352E88"/>
    <w:rsid w:val="003538E8"/>
    <w:rsid w:val="00354BC7"/>
    <w:rsid w:val="00356947"/>
    <w:rsid w:val="003573DC"/>
    <w:rsid w:val="00357B7E"/>
    <w:rsid w:val="00360342"/>
    <w:rsid w:val="00362CCD"/>
    <w:rsid w:val="00362E42"/>
    <w:rsid w:val="003632EB"/>
    <w:rsid w:val="003638D0"/>
    <w:rsid w:val="003650DC"/>
    <w:rsid w:val="00365318"/>
    <w:rsid w:val="00366CCE"/>
    <w:rsid w:val="00373977"/>
    <w:rsid w:val="00373CD1"/>
    <w:rsid w:val="00374C5B"/>
    <w:rsid w:val="0037512D"/>
    <w:rsid w:val="0038320D"/>
    <w:rsid w:val="003835CB"/>
    <w:rsid w:val="003849AF"/>
    <w:rsid w:val="003852A5"/>
    <w:rsid w:val="00385E67"/>
    <w:rsid w:val="0038653E"/>
    <w:rsid w:val="00387DF5"/>
    <w:rsid w:val="00392508"/>
    <w:rsid w:val="0039556A"/>
    <w:rsid w:val="00397D41"/>
    <w:rsid w:val="003A12F8"/>
    <w:rsid w:val="003A2D3E"/>
    <w:rsid w:val="003A2EC1"/>
    <w:rsid w:val="003A4D8A"/>
    <w:rsid w:val="003A5D4B"/>
    <w:rsid w:val="003A644A"/>
    <w:rsid w:val="003B09DD"/>
    <w:rsid w:val="003B23CD"/>
    <w:rsid w:val="003B2663"/>
    <w:rsid w:val="003B3489"/>
    <w:rsid w:val="003B45CB"/>
    <w:rsid w:val="003B5085"/>
    <w:rsid w:val="003B638F"/>
    <w:rsid w:val="003B7FA4"/>
    <w:rsid w:val="003C323F"/>
    <w:rsid w:val="003C3D66"/>
    <w:rsid w:val="003C5AE1"/>
    <w:rsid w:val="003C638B"/>
    <w:rsid w:val="003D0EA7"/>
    <w:rsid w:val="003D11C0"/>
    <w:rsid w:val="003D1510"/>
    <w:rsid w:val="003D1563"/>
    <w:rsid w:val="003D20A4"/>
    <w:rsid w:val="003D2548"/>
    <w:rsid w:val="003D438F"/>
    <w:rsid w:val="003D5610"/>
    <w:rsid w:val="003D6388"/>
    <w:rsid w:val="003D743E"/>
    <w:rsid w:val="003E0939"/>
    <w:rsid w:val="003E0B4C"/>
    <w:rsid w:val="003E1DB3"/>
    <w:rsid w:val="003E2C50"/>
    <w:rsid w:val="003E3823"/>
    <w:rsid w:val="003E3859"/>
    <w:rsid w:val="003E5495"/>
    <w:rsid w:val="003F03F6"/>
    <w:rsid w:val="003F06C4"/>
    <w:rsid w:val="003F1304"/>
    <w:rsid w:val="003F2077"/>
    <w:rsid w:val="003F289E"/>
    <w:rsid w:val="003F2D64"/>
    <w:rsid w:val="003F4C31"/>
    <w:rsid w:val="003F50B3"/>
    <w:rsid w:val="003F5661"/>
    <w:rsid w:val="003F6180"/>
    <w:rsid w:val="003F6287"/>
    <w:rsid w:val="003F62FE"/>
    <w:rsid w:val="003F66C4"/>
    <w:rsid w:val="003F6CBB"/>
    <w:rsid w:val="003F7567"/>
    <w:rsid w:val="003F7BA1"/>
    <w:rsid w:val="004003A2"/>
    <w:rsid w:val="00400880"/>
    <w:rsid w:val="00401DF4"/>
    <w:rsid w:val="00403F74"/>
    <w:rsid w:val="00403F81"/>
    <w:rsid w:val="00404472"/>
    <w:rsid w:val="00404BC8"/>
    <w:rsid w:val="00406411"/>
    <w:rsid w:val="004070EB"/>
    <w:rsid w:val="004071C4"/>
    <w:rsid w:val="0040750F"/>
    <w:rsid w:val="0040772D"/>
    <w:rsid w:val="0041119E"/>
    <w:rsid w:val="004123DF"/>
    <w:rsid w:val="00413290"/>
    <w:rsid w:val="00413628"/>
    <w:rsid w:val="0041498B"/>
    <w:rsid w:val="0042026F"/>
    <w:rsid w:val="004210D0"/>
    <w:rsid w:val="00424003"/>
    <w:rsid w:val="00424B1A"/>
    <w:rsid w:val="00425E35"/>
    <w:rsid w:val="004263E5"/>
    <w:rsid w:val="00427AC1"/>
    <w:rsid w:val="00427E78"/>
    <w:rsid w:val="00430D39"/>
    <w:rsid w:val="00435001"/>
    <w:rsid w:val="0043515C"/>
    <w:rsid w:val="00435E77"/>
    <w:rsid w:val="0043682D"/>
    <w:rsid w:val="0044004E"/>
    <w:rsid w:val="00440983"/>
    <w:rsid w:val="0044120C"/>
    <w:rsid w:val="00441F0E"/>
    <w:rsid w:val="00443105"/>
    <w:rsid w:val="00445018"/>
    <w:rsid w:val="00445373"/>
    <w:rsid w:val="00446DCD"/>
    <w:rsid w:val="004502D3"/>
    <w:rsid w:val="00450E83"/>
    <w:rsid w:val="0045404B"/>
    <w:rsid w:val="00454366"/>
    <w:rsid w:val="004547FF"/>
    <w:rsid w:val="004551F0"/>
    <w:rsid w:val="004561F9"/>
    <w:rsid w:val="00457246"/>
    <w:rsid w:val="00457872"/>
    <w:rsid w:val="004602FC"/>
    <w:rsid w:val="00460826"/>
    <w:rsid w:val="004609CC"/>
    <w:rsid w:val="00460E40"/>
    <w:rsid w:val="00462042"/>
    <w:rsid w:val="00462370"/>
    <w:rsid w:val="004628DE"/>
    <w:rsid w:val="004646DE"/>
    <w:rsid w:val="00464B72"/>
    <w:rsid w:val="00464F87"/>
    <w:rsid w:val="004663A3"/>
    <w:rsid w:val="00466EC8"/>
    <w:rsid w:val="00470A47"/>
    <w:rsid w:val="00474638"/>
    <w:rsid w:val="0047553E"/>
    <w:rsid w:val="00475A86"/>
    <w:rsid w:val="004777F2"/>
    <w:rsid w:val="004800B7"/>
    <w:rsid w:val="004801AA"/>
    <w:rsid w:val="00480D99"/>
    <w:rsid w:val="004812E5"/>
    <w:rsid w:val="004816CA"/>
    <w:rsid w:val="0048354F"/>
    <w:rsid w:val="0048395C"/>
    <w:rsid w:val="00486320"/>
    <w:rsid w:val="0048656A"/>
    <w:rsid w:val="0049059C"/>
    <w:rsid w:val="00491185"/>
    <w:rsid w:val="0049131C"/>
    <w:rsid w:val="00492221"/>
    <w:rsid w:val="0049387A"/>
    <w:rsid w:val="00494D55"/>
    <w:rsid w:val="00496072"/>
    <w:rsid w:val="00497402"/>
    <w:rsid w:val="00497B01"/>
    <w:rsid w:val="00497FF2"/>
    <w:rsid w:val="004A0B59"/>
    <w:rsid w:val="004A13D9"/>
    <w:rsid w:val="004A1AE8"/>
    <w:rsid w:val="004A2176"/>
    <w:rsid w:val="004A3232"/>
    <w:rsid w:val="004A3F45"/>
    <w:rsid w:val="004A471A"/>
    <w:rsid w:val="004A4FEA"/>
    <w:rsid w:val="004A5060"/>
    <w:rsid w:val="004A6A01"/>
    <w:rsid w:val="004A7A8C"/>
    <w:rsid w:val="004A7ADE"/>
    <w:rsid w:val="004B0325"/>
    <w:rsid w:val="004B0ACC"/>
    <w:rsid w:val="004B14CC"/>
    <w:rsid w:val="004B174A"/>
    <w:rsid w:val="004B2E1B"/>
    <w:rsid w:val="004B539C"/>
    <w:rsid w:val="004B6D9D"/>
    <w:rsid w:val="004B774D"/>
    <w:rsid w:val="004C11CD"/>
    <w:rsid w:val="004C122E"/>
    <w:rsid w:val="004C1D11"/>
    <w:rsid w:val="004C2552"/>
    <w:rsid w:val="004C5432"/>
    <w:rsid w:val="004C6197"/>
    <w:rsid w:val="004D065C"/>
    <w:rsid w:val="004D1C7B"/>
    <w:rsid w:val="004D74FB"/>
    <w:rsid w:val="004E000C"/>
    <w:rsid w:val="004E2638"/>
    <w:rsid w:val="004E37EA"/>
    <w:rsid w:val="004E38DA"/>
    <w:rsid w:val="004E58BA"/>
    <w:rsid w:val="004E65D5"/>
    <w:rsid w:val="004F0C8A"/>
    <w:rsid w:val="004F1FDB"/>
    <w:rsid w:val="004F41DC"/>
    <w:rsid w:val="004F7CCA"/>
    <w:rsid w:val="00501075"/>
    <w:rsid w:val="005013AA"/>
    <w:rsid w:val="00502BEB"/>
    <w:rsid w:val="00504046"/>
    <w:rsid w:val="00504A64"/>
    <w:rsid w:val="00505DF9"/>
    <w:rsid w:val="005073F6"/>
    <w:rsid w:val="005075DC"/>
    <w:rsid w:val="00507B19"/>
    <w:rsid w:val="00510B0E"/>
    <w:rsid w:val="00510F7E"/>
    <w:rsid w:val="00511B04"/>
    <w:rsid w:val="005122F0"/>
    <w:rsid w:val="00512A06"/>
    <w:rsid w:val="00514214"/>
    <w:rsid w:val="00514750"/>
    <w:rsid w:val="00515FBA"/>
    <w:rsid w:val="005167CD"/>
    <w:rsid w:val="00516DC1"/>
    <w:rsid w:val="00517F82"/>
    <w:rsid w:val="005208FF"/>
    <w:rsid w:val="00520F98"/>
    <w:rsid w:val="00522CA3"/>
    <w:rsid w:val="00522F3F"/>
    <w:rsid w:val="005233A5"/>
    <w:rsid w:val="0052385D"/>
    <w:rsid w:val="005238C1"/>
    <w:rsid w:val="0052550C"/>
    <w:rsid w:val="00525CB5"/>
    <w:rsid w:val="0052681B"/>
    <w:rsid w:val="00527208"/>
    <w:rsid w:val="00527729"/>
    <w:rsid w:val="00530D80"/>
    <w:rsid w:val="00531161"/>
    <w:rsid w:val="0053223A"/>
    <w:rsid w:val="00532502"/>
    <w:rsid w:val="005348B3"/>
    <w:rsid w:val="00534B42"/>
    <w:rsid w:val="00534F13"/>
    <w:rsid w:val="00537DE4"/>
    <w:rsid w:val="00537EC4"/>
    <w:rsid w:val="00540600"/>
    <w:rsid w:val="00543E56"/>
    <w:rsid w:val="0054433B"/>
    <w:rsid w:val="00545A68"/>
    <w:rsid w:val="00545B68"/>
    <w:rsid w:val="00546CC8"/>
    <w:rsid w:val="00546E95"/>
    <w:rsid w:val="00547FC8"/>
    <w:rsid w:val="00551251"/>
    <w:rsid w:val="00552820"/>
    <w:rsid w:val="00553333"/>
    <w:rsid w:val="0055607A"/>
    <w:rsid w:val="00560264"/>
    <w:rsid w:val="00561DA8"/>
    <w:rsid w:val="00563543"/>
    <w:rsid w:val="00565F6F"/>
    <w:rsid w:val="0057059E"/>
    <w:rsid w:val="00571A72"/>
    <w:rsid w:val="00572B0B"/>
    <w:rsid w:val="0057398D"/>
    <w:rsid w:val="00576568"/>
    <w:rsid w:val="00576DBF"/>
    <w:rsid w:val="005777D6"/>
    <w:rsid w:val="00577E10"/>
    <w:rsid w:val="005801E5"/>
    <w:rsid w:val="00581C04"/>
    <w:rsid w:val="00581FA8"/>
    <w:rsid w:val="00582B11"/>
    <w:rsid w:val="00582EC8"/>
    <w:rsid w:val="00583779"/>
    <w:rsid w:val="00584C5E"/>
    <w:rsid w:val="005900FE"/>
    <w:rsid w:val="00590D26"/>
    <w:rsid w:val="0059146F"/>
    <w:rsid w:val="00591D01"/>
    <w:rsid w:val="005942A1"/>
    <w:rsid w:val="00595646"/>
    <w:rsid w:val="00596AF1"/>
    <w:rsid w:val="005A0CDA"/>
    <w:rsid w:val="005A0D58"/>
    <w:rsid w:val="005A0EFE"/>
    <w:rsid w:val="005A1641"/>
    <w:rsid w:val="005A1882"/>
    <w:rsid w:val="005A23A3"/>
    <w:rsid w:val="005A2939"/>
    <w:rsid w:val="005A4E35"/>
    <w:rsid w:val="005A5BC3"/>
    <w:rsid w:val="005A6F84"/>
    <w:rsid w:val="005A7998"/>
    <w:rsid w:val="005A7C45"/>
    <w:rsid w:val="005A7C66"/>
    <w:rsid w:val="005B152B"/>
    <w:rsid w:val="005B21A0"/>
    <w:rsid w:val="005B3CF6"/>
    <w:rsid w:val="005B5A5A"/>
    <w:rsid w:val="005B5A9D"/>
    <w:rsid w:val="005B6AB9"/>
    <w:rsid w:val="005C0192"/>
    <w:rsid w:val="005C0339"/>
    <w:rsid w:val="005C051B"/>
    <w:rsid w:val="005C1F33"/>
    <w:rsid w:val="005C2A5F"/>
    <w:rsid w:val="005C2A8C"/>
    <w:rsid w:val="005C54BE"/>
    <w:rsid w:val="005C5DE1"/>
    <w:rsid w:val="005C660A"/>
    <w:rsid w:val="005C74C1"/>
    <w:rsid w:val="005D1E3C"/>
    <w:rsid w:val="005D3395"/>
    <w:rsid w:val="005D4664"/>
    <w:rsid w:val="005D54E3"/>
    <w:rsid w:val="005D7B62"/>
    <w:rsid w:val="005E0376"/>
    <w:rsid w:val="005E0F9F"/>
    <w:rsid w:val="005E1691"/>
    <w:rsid w:val="005E1D40"/>
    <w:rsid w:val="005E2127"/>
    <w:rsid w:val="005E2733"/>
    <w:rsid w:val="005E3334"/>
    <w:rsid w:val="005E3360"/>
    <w:rsid w:val="005E4495"/>
    <w:rsid w:val="005E524E"/>
    <w:rsid w:val="005E57B2"/>
    <w:rsid w:val="005E64C1"/>
    <w:rsid w:val="005E6AD2"/>
    <w:rsid w:val="005E7CAF"/>
    <w:rsid w:val="005F190E"/>
    <w:rsid w:val="005F258D"/>
    <w:rsid w:val="005F45DA"/>
    <w:rsid w:val="005F5E1F"/>
    <w:rsid w:val="005F6D5E"/>
    <w:rsid w:val="005F6F5B"/>
    <w:rsid w:val="005F7298"/>
    <w:rsid w:val="00602BB1"/>
    <w:rsid w:val="00602C54"/>
    <w:rsid w:val="0060462A"/>
    <w:rsid w:val="00604922"/>
    <w:rsid w:val="006074C3"/>
    <w:rsid w:val="006103B1"/>
    <w:rsid w:val="00610C08"/>
    <w:rsid w:val="00611EAD"/>
    <w:rsid w:val="006120A8"/>
    <w:rsid w:val="006123EA"/>
    <w:rsid w:val="00612F67"/>
    <w:rsid w:val="00613923"/>
    <w:rsid w:val="00614485"/>
    <w:rsid w:val="00614A54"/>
    <w:rsid w:val="00614C8A"/>
    <w:rsid w:val="00617D50"/>
    <w:rsid w:val="00620192"/>
    <w:rsid w:val="00620B97"/>
    <w:rsid w:val="00621213"/>
    <w:rsid w:val="0062121D"/>
    <w:rsid w:val="0062149D"/>
    <w:rsid w:val="006223D0"/>
    <w:rsid w:val="0062251B"/>
    <w:rsid w:val="006238FE"/>
    <w:rsid w:val="0062479C"/>
    <w:rsid w:val="006249D5"/>
    <w:rsid w:val="006253B5"/>
    <w:rsid w:val="00625D9E"/>
    <w:rsid w:val="00625DF7"/>
    <w:rsid w:val="00630EE0"/>
    <w:rsid w:val="00631E62"/>
    <w:rsid w:val="0063210A"/>
    <w:rsid w:val="006329A3"/>
    <w:rsid w:val="006338D6"/>
    <w:rsid w:val="00635C2F"/>
    <w:rsid w:val="006371D5"/>
    <w:rsid w:val="006372C1"/>
    <w:rsid w:val="00641090"/>
    <w:rsid w:val="006411BD"/>
    <w:rsid w:val="006421BE"/>
    <w:rsid w:val="006426D5"/>
    <w:rsid w:val="00643D91"/>
    <w:rsid w:val="00644C46"/>
    <w:rsid w:val="006471BB"/>
    <w:rsid w:val="006478E4"/>
    <w:rsid w:val="00647EFA"/>
    <w:rsid w:val="00647F26"/>
    <w:rsid w:val="0065083A"/>
    <w:rsid w:val="00651189"/>
    <w:rsid w:val="00651253"/>
    <w:rsid w:val="00655B60"/>
    <w:rsid w:val="00655F6D"/>
    <w:rsid w:val="0065670D"/>
    <w:rsid w:val="00657096"/>
    <w:rsid w:val="00657805"/>
    <w:rsid w:val="0065783C"/>
    <w:rsid w:val="00657D17"/>
    <w:rsid w:val="0066244F"/>
    <w:rsid w:val="00662F81"/>
    <w:rsid w:val="0066329E"/>
    <w:rsid w:val="006653A8"/>
    <w:rsid w:val="0066699C"/>
    <w:rsid w:val="00667159"/>
    <w:rsid w:val="00667CB4"/>
    <w:rsid w:val="00671154"/>
    <w:rsid w:val="0067467C"/>
    <w:rsid w:val="0067484E"/>
    <w:rsid w:val="00674DD8"/>
    <w:rsid w:val="006750CD"/>
    <w:rsid w:val="00675C00"/>
    <w:rsid w:val="00676937"/>
    <w:rsid w:val="00676C82"/>
    <w:rsid w:val="00677354"/>
    <w:rsid w:val="00677393"/>
    <w:rsid w:val="006776E9"/>
    <w:rsid w:val="00677A69"/>
    <w:rsid w:val="00681A35"/>
    <w:rsid w:val="00682BCD"/>
    <w:rsid w:val="00682FA1"/>
    <w:rsid w:val="00685C94"/>
    <w:rsid w:val="00686E23"/>
    <w:rsid w:val="00687616"/>
    <w:rsid w:val="00687B8A"/>
    <w:rsid w:val="00691332"/>
    <w:rsid w:val="00691E20"/>
    <w:rsid w:val="00691E5C"/>
    <w:rsid w:val="006921DF"/>
    <w:rsid w:val="00692309"/>
    <w:rsid w:val="00692F7A"/>
    <w:rsid w:val="006945BD"/>
    <w:rsid w:val="006962E3"/>
    <w:rsid w:val="006A02C3"/>
    <w:rsid w:val="006A1E4D"/>
    <w:rsid w:val="006A2CCA"/>
    <w:rsid w:val="006A3536"/>
    <w:rsid w:val="006A3C70"/>
    <w:rsid w:val="006A4785"/>
    <w:rsid w:val="006A4FA7"/>
    <w:rsid w:val="006A66CC"/>
    <w:rsid w:val="006A6945"/>
    <w:rsid w:val="006A738E"/>
    <w:rsid w:val="006B2931"/>
    <w:rsid w:val="006B2943"/>
    <w:rsid w:val="006B4DBF"/>
    <w:rsid w:val="006B71CF"/>
    <w:rsid w:val="006C008F"/>
    <w:rsid w:val="006C0758"/>
    <w:rsid w:val="006C1916"/>
    <w:rsid w:val="006C472E"/>
    <w:rsid w:val="006C4B82"/>
    <w:rsid w:val="006C4ED2"/>
    <w:rsid w:val="006C5458"/>
    <w:rsid w:val="006C5648"/>
    <w:rsid w:val="006C5668"/>
    <w:rsid w:val="006C65ED"/>
    <w:rsid w:val="006C6822"/>
    <w:rsid w:val="006C6B8B"/>
    <w:rsid w:val="006C712D"/>
    <w:rsid w:val="006C7DC2"/>
    <w:rsid w:val="006D173B"/>
    <w:rsid w:val="006D39E0"/>
    <w:rsid w:val="006D68AF"/>
    <w:rsid w:val="006E0467"/>
    <w:rsid w:val="006E0909"/>
    <w:rsid w:val="006E18A5"/>
    <w:rsid w:val="006E35F3"/>
    <w:rsid w:val="006E5B2F"/>
    <w:rsid w:val="006E7A60"/>
    <w:rsid w:val="006E7B2A"/>
    <w:rsid w:val="006F00D5"/>
    <w:rsid w:val="006F0FB1"/>
    <w:rsid w:val="006F0FB5"/>
    <w:rsid w:val="006F1488"/>
    <w:rsid w:val="006F14AF"/>
    <w:rsid w:val="006F3991"/>
    <w:rsid w:val="006F3E31"/>
    <w:rsid w:val="006F4517"/>
    <w:rsid w:val="006F7D5C"/>
    <w:rsid w:val="00700116"/>
    <w:rsid w:val="00701127"/>
    <w:rsid w:val="0070159E"/>
    <w:rsid w:val="00701928"/>
    <w:rsid w:val="00701E40"/>
    <w:rsid w:val="00702B86"/>
    <w:rsid w:val="00703EDB"/>
    <w:rsid w:val="00705423"/>
    <w:rsid w:val="00705784"/>
    <w:rsid w:val="00705B89"/>
    <w:rsid w:val="00710434"/>
    <w:rsid w:val="00711546"/>
    <w:rsid w:val="00712156"/>
    <w:rsid w:val="0071236D"/>
    <w:rsid w:val="00712BB9"/>
    <w:rsid w:val="00714191"/>
    <w:rsid w:val="00715CDD"/>
    <w:rsid w:val="00716177"/>
    <w:rsid w:val="007206F4"/>
    <w:rsid w:val="00720E6B"/>
    <w:rsid w:val="00720EB6"/>
    <w:rsid w:val="00721ACC"/>
    <w:rsid w:val="00721B01"/>
    <w:rsid w:val="0072335B"/>
    <w:rsid w:val="00725BB6"/>
    <w:rsid w:val="007270B1"/>
    <w:rsid w:val="00727C2D"/>
    <w:rsid w:val="00730745"/>
    <w:rsid w:val="0073099D"/>
    <w:rsid w:val="007327D7"/>
    <w:rsid w:val="00732A2D"/>
    <w:rsid w:val="00733501"/>
    <w:rsid w:val="007340E6"/>
    <w:rsid w:val="00734B2A"/>
    <w:rsid w:val="0073514A"/>
    <w:rsid w:val="00736FB1"/>
    <w:rsid w:val="00737E73"/>
    <w:rsid w:val="00740FC9"/>
    <w:rsid w:val="00742557"/>
    <w:rsid w:val="0074255A"/>
    <w:rsid w:val="00744C3F"/>
    <w:rsid w:val="00744E36"/>
    <w:rsid w:val="007453F5"/>
    <w:rsid w:val="00745690"/>
    <w:rsid w:val="00745712"/>
    <w:rsid w:val="00745AA2"/>
    <w:rsid w:val="007462D3"/>
    <w:rsid w:val="00746B81"/>
    <w:rsid w:val="00746EC2"/>
    <w:rsid w:val="00750068"/>
    <w:rsid w:val="00750247"/>
    <w:rsid w:val="007503C2"/>
    <w:rsid w:val="00750500"/>
    <w:rsid w:val="00750CE8"/>
    <w:rsid w:val="00752DC6"/>
    <w:rsid w:val="00752F0E"/>
    <w:rsid w:val="007540C3"/>
    <w:rsid w:val="00755B49"/>
    <w:rsid w:val="00756F3A"/>
    <w:rsid w:val="007604E9"/>
    <w:rsid w:val="00760AC7"/>
    <w:rsid w:val="00761E76"/>
    <w:rsid w:val="00763ACA"/>
    <w:rsid w:val="00763E58"/>
    <w:rsid w:val="00764713"/>
    <w:rsid w:val="00764BFE"/>
    <w:rsid w:val="00765D0B"/>
    <w:rsid w:val="00766526"/>
    <w:rsid w:val="00766DAC"/>
    <w:rsid w:val="00770970"/>
    <w:rsid w:val="00770A03"/>
    <w:rsid w:val="007717C2"/>
    <w:rsid w:val="00773103"/>
    <w:rsid w:val="0077340D"/>
    <w:rsid w:val="0077375A"/>
    <w:rsid w:val="007756E1"/>
    <w:rsid w:val="00776293"/>
    <w:rsid w:val="0077659E"/>
    <w:rsid w:val="007767D5"/>
    <w:rsid w:val="00776CBC"/>
    <w:rsid w:val="00777909"/>
    <w:rsid w:val="00781D50"/>
    <w:rsid w:val="0078214F"/>
    <w:rsid w:val="00782361"/>
    <w:rsid w:val="007827D9"/>
    <w:rsid w:val="00783D1F"/>
    <w:rsid w:val="0078415E"/>
    <w:rsid w:val="0078455C"/>
    <w:rsid w:val="0078492F"/>
    <w:rsid w:val="00784DE8"/>
    <w:rsid w:val="007854F1"/>
    <w:rsid w:val="00785608"/>
    <w:rsid w:val="00785611"/>
    <w:rsid w:val="007866AA"/>
    <w:rsid w:val="007866F3"/>
    <w:rsid w:val="00790647"/>
    <w:rsid w:val="00790718"/>
    <w:rsid w:val="007925FF"/>
    <w:rsid w:val="00792A93"/>
    <w:rsid w:val="00793E3E"/>
    <w:rsid w:val="00794DEC"/>
    <w:rsid w:val="00795668"/>
    <w:rsid w:val="0079586B"/>
    <w:rsid w:val="00795D3B"/>
    <w:rsid w:val="00795E2C"/>
    <w:rsid w:val="0079736E"/>
    <w:rsid w:val="007978DF"/>
    <w:rsid w:val="00797E62"/>
    <w:rsid w:val="00797ECE"/>
    <w:rsid w:val="007A1F13"/>
    <w:rsid w:val="007A3E6B"/>
    <w:rsid w:val="007A3F18"/>
    <w:rsid w:val="007A441C"/>
    <w:rsid w:val="007A4BB6"/>
    <w:rsid w:val="007B02DA"/>
    <w:rsid w:val="007B063F"/>
    <w:rsid w:val="007B175C"/>
    <w:rsid w:val="007B1D07"/>
    <w:rsid w:val="007B2C4A"/>
    <w:rsid w:val="007B31E4"/>
    <w:rsid w:val="007B555C"/>
    <w:rsid w:val="007B55AB"/>
    <w:rsid w:val="007B56CD"/>
    <w:rsid w:val="007B6113"/>
    <w:rsid w:val="007B6F80"/>
    <w:rsid w:val="007C0E8E"/>
    <w:rsid w:val="007C1458"/>
    <w:rsid w:val="007C3CB6"/>
    <w:rsid w:val="007C41FB"/>
    <w:rsid w:val="007C5159"/>
    <w:rsid w:val="007D0DEA"/>
    <w:rsid w:val="007D19B1"/>
    <w:rsid w:val="007D1A16"/>
    <w:rsid w:val="007D35F5"/>
    <w:rsid w:val="007D6C0F"/>
    <w:rsid w:val="007D7A24"/>
    <w:rsid w:val="007E0886"/>
    <w:rsid w:val="007E0B2E"/>
    <w:rsid w:val="007E1C3B"/>
    <w:rsid w:val="007E233F"/>
    <w:rsid w:val="007E276B"/>
    <w:rsid w:val="007E4075"/>
    <w:rsid w:val="007E7BF9"/>
    <w:rsid w:val="007F098E"/>
    <w:rsid w:val="007F0C50"/>
    <w:rsid w:val="007F11D3"/>
    <w:rsid w:val="007F2C34"/>
    <w:rsid w:val="007F2C71"/>
    <w:rsid w:val="007F5B50"/>
    <w:rsid w:val="007F7A29"/>
    <w:rsid w:val="00800C01"/>
    <w:rsid w:val="00801902"/>
    <w:rsid w:val="0080260D"/>
    <w:rsid w:val="00804AE8"/>
    <w:rsid w:val="008052F5"/>
    <w:rsid w:val="0080698D"/>
    <w:rsid w:val="00807D04"/>
    <w:rsid w:val="00810569"/>
    <w:rsid w:val="00810A83"/>
    <w:rsid w:val="008120FB"/>
    <w:rsid w:val="008122DF"/>
    <w:rsid w:val="008128EB"/>
    <w:rsid w:val="00813A37"/>
    <w:rsid w:val="008162AD"/>
    <w:rsid w:val="00816D7B"/>
    <w:rsid w:val="00816EDF"/>
    <w:rsid w:val="00817BA4"/>
    <w:rsid w:val="0082010D"/>
    <w:rsid w:val="00820356"/>
    <w:rsid w:val="00821316"/>
    <w:rsid w:val="00821928"/>
    <w:rsid w:val="008222B8"/>
    <w:rsid w:val="00822BB0"/>
    <w:rsid w:val="008236E3"/>
    <w:rsid w:val="008241F3"/>
    <w:rsid w:val="00824446"/>
    <w:rsid w:val="00824604"/>
    <w:rsid w:val="0082479F"/>
    <w:rsid w:val="00824F4E"/>
    <w:rsid w:val="00826891"/>
    <w:rsid w:val="00827240"/>
    <w:rsid w:val="00830ED4"/>
    <w:rsid w:val="00831EE0"/>
    <w:rsid w:val="00835FB8"/>
    <w:rsid w:val="00836F01"/>
    <w:rsid w:val="008408CA"/>
    <w:rsid w:val="008415F3"/>
    <w:rsid w:val="00841E60"/>
    <w:rsid w:val="0084296E"/>
    <w:rsid w:val="008452F1"/>
    <w:rsid w:val="00845534"/>
    <w:rsid w:val="00845B8E"/>
    <w:rsid w:val="00847102"/>
    <w:rsid w:val="00847C0A"/>
    <w:rsid w:val="0085165F"/>
    <w:rsid w:val="00851901"/>
    <w:rsid w:val="00854A5A"/>
    <w:rsid w:val="00857EC2"/>
    <w:rsid w:val="00860500"/>
    <w:rsid w:val="0086058F"/>
    <w:rsid w:val="008605DE"/>
    <w:rsid w:val="00860836"/>
    <w:rsid w:val="008615E3"/>
    <w:rsid w:val="00862127"/>
    <w:rsid w:val="00862A7C"/>
    <w:rsid w:val="00866864"/>
    <w:rsid w:val="00867D72"/>
    <w:rsid w:val="008729FC"/>
    <w:rsid w:val="00872AE2"/>
    <w:rsid w:val="00873C91"/>
    <w:rsid w:val="0087402C"/>
    <w:rsid w:val="00874C7B"/>
    <w:rsid w:val="0087532F"/>
    <w:rsid w:val="008765E6"/>
    <w:rsid w:val="0087769F"/>
    <w:rsid w:val="00880157"/>
    <w:rsid w:val="00880FBA"/>
    <w:rsid w:val="00883122"/>
    <w:rsid w:val="00883DF9"/>
    <w:rsid w:val="008843F1"/>
    <w:rsid w:val="00884D18"/>
    <w:rsid w:val="00885090"/>
    <w:rsid w:val="008859B3"/>
    <w:rsid w:val="008878EC"/>
    <w:rsid w:val="00887B1F"/>
    <w:rsid w:val="0089072A"/>
    <w:rsid w:val="00890904"/>
    <w:rsid w:val="00890DE1"/>
    <w:rsid w:val="008913E3"/>
    <w:rsid w:val="00892B2C"/>
    <w:rsid w:val="00894DB0"/>
    <w:rsid w:val="00895D89"/>
    <w:rsid w:val="008963DE"/>
    <w:rsid w:val="008969C6"/>
    <w:rsid w:val="008A00A6"/>
    <w:rsid w:val="008A0CDF"/>
    <w:rsid w:val="008A0EC9"/>
    <w:rsid w:val="008A2433"/>
    <w:rsid w:val="008A36C4"/>
    <w:rsid w:val="008A7E71"/>
    <w:rsid w:val="008B0748"/>
    <w:rsid w:val="008B09DD"/>
    <w:rsid w:val="008B126B"/>
    <w:rsid w:val="008B1DD0"/>
    <w:rsid w:val="008B291F"/>
    <w:rsid w:val="008B32CB"/>
    <w:rsid w:val="008B34A6"/>
    <w:rsid w:val="008B40E5"/>
    <w:rsid w:val="008B5B4F"/>
    <w:rsid w:val="008B5F27"/>
    <w:rsid w:val="008B62EB"/>
    <w:rsid w:val="008B7242"/>
    <w:rsid w:val="008B778A"/>
    <w:rsid w:val="008C0F6D"/>
    <w:rsid w:val="008C1DAF"/>
    <w:rsid w:val="008C3CBC"/>
    <w:rsid w:val="008C3CD8"/>
    <w:rsid w:val="008C65B8"/>
    <w:rsid w:val="008C6633"/>
    <w:rsid w:val="008C682A"/>
    <w:rsid w:val="008D069E"/>
    <w:rsid w:val="008D18C3"/>
    <w:rsid w:val="008D1A99"/>
    <w:rsid w:val="008D1D7C"/>
    <w:rsid w:val="008D3107"/>
    <w:rsid w:val="008D31FA"/>
    <w:rsid w:val="008D3520"/>
    <w:rsid w:val="008D552F"/>
    <w:rsid w:val="008D5A74"/>
    <w:rsid w:val="008D719F"/>
    <w:rsid w:val="008D7EDB"/>
    <w:rsid w:val="008D7F7D"/>
    <w:rsid w:val="008E106B"/>
    <w:rsid w:val="008E15EA"/>
    <w:rsid w:val="008E1F9F"/>
    <w:rsid w:val="008E2294"/>
    <w:rsid w:val="008E23DE"/>
    <w:rsid w:val="008E377A"/>
    <w:rsid w:val="008E472B"/>
    <w:rsid w:val="008E4F6D"/>
    <w:rsid w:val="008E59AC"/>
    <w:rsid w:val="008E5D4A"/>
    <w:rsid w:val="008E7F42"/>
    <w:rsid w:val="008F077D"/>
    <w:rsid w:val="008F1A2E"/>
    <w:rsid w:val="008F3C7C"/>
    <w:rsid w:val="008F3E2A"/>
    <w:rsid w:val="008F66A7"/>
    <w:rsid w:val="008F66EA"/>
    <w:rsid w:val="008F6FD9"/>
    <w:rsid w:val="008F7C37"/>
    <w:rsid w:val="00900232"/>
    <w:rsid w:val="009009AE"/>
    <w:rsid w:val="00900A79"/>
    <w:rsid w:val="00900BA9"/>
    <w:rsid w:val="00901469"/>
    <w:rsid w:val="00902EB3"/>
    <w:rsid w:val="00902F22"/>
    <w:rsid w:val="0090378C"/>
    <w:rsid w:val="00903EA7"/>
    <w:rsid w:val="0090586B"/>
    <w:rsid w:val="00905B93"/>
    <w:rsid w:val="009061CA"/>
    <w:rsid w:val="00906450"/>
    <w:rsid w:val="009073BB"/>
    <w:rsid w:val="00911647"/>
    <w:rsid w:val="0091355E"/>
    <w:rsid w:val="00917A54"/>
    <w:rsid w:val="00917EE4"/>
    <w:rsid w:val="00920066"/>
    <w:rsid w:val="009201A6"/>
    <w:rsid w:val="00921B8A"/>
    <w:rsid w:val="00921CB4"/>
    <w:rsid w:val="009247CF"/>
    <w:rsid w:val="00925263"/>
    <w:rsid w:val="0092567F"/>
    <w:rsid w:val="00925ABC"/>
    <w:rsid w:val="00925CA4"/>
    <w:rsid w:val="00925E6F"/>
    <w:rsid w:val="00927C9B"/>
    <w:rsid w:val="00930015"/>
    <w:rsid w:val="009318C5"/>
    <w:rsid w:val="009335BC"/>
    <w:rsid w:val="00934C1F"/>
    <w:rsid w:val="00935315"/>
    <w:rsid w:val="009365D7"/>
    <w:rsid w:val="00940906"/>
    <w:rsid w:val="00940DAC"/>
    <w:rsid w:val="009417EE"/>
    <w:rsid w:val="00941B2A"/>
    <w:rsid w:val="00941C6F"/>
    <w:rsid w:val="009433DF"/>
    <w:rsid w:val="009454F2"/>
    <w:rsid w:val="0094565C"/>
    <w:rsid w:val="00946A8F"/>
    <w:rsid w:val="00950989"/>
    <w:rsid w:val="00953159"/>
    <w:rsid w:val="0095380A"/>
    <w:rsid w:val="0095445E"/>
    <w:rsid w:val="00957522"/>
    <w:rsid w:val="00957B99"/>
    <w:rsid w:val="009602BD"/>
    <w:rsid w:val="00960F27"/>
    <w:rsid w:val="00961B1A"/>
    <w:rsid w:val="00962436"/>
    <w:rsid w:val="009637F2"/>
    <w:rsid w:val="00963F09"/>
    <w:rsid w:val="00964A14"/>
    <w:rsid w:val="009665CD"/>
    <w:rsid w:val="00966647"/>
    <w:rsid w:val="009669A5"/>
    <w:rsid w:val="00967259"/>
    <w:rsid w:val="00967A39"/>
    <w:rsid w:val="00970AEF"/>
    <w:rsid w:val="009743CA"/>
    <w:rsid w:val="00974741"/>
    <w:rsid w:val="00976326"/>
    <w:rsid w:val="00976AB4"/>
    <w:rsid w:val="0097779E"/>
    <w:rsid w:val="00980024"/>
    <w:rsid w:val="00980EFD"/>
    <w:rsid w:val="009821B0"/>
    <w:rsid w:val="00983A49"/>
    <w:rsid w:val="009841CA"/>
    <w:rsid w:val="0098438C"/>
    <w:rsid w:val="00984CEC"/>
    <w:rsid w:val="009851BD"/>
    <w:rsid w:val="0098614A"/>
    <w:rsid w:val="009874FC"/>
    <w:rsid w:val="00987915"/>
    <w:rsid w:val="00990609"/>
    <w:rsid w:val="00992C97"/>
    <w:rsid w:val="00994BF4"/>
    <w:rsid w:val="00994DD5"/>
    <w:rsid w:val="009950E8"/>
    <w:rsid w:val="00995811"/>
    <w:rsid w:val="00997407"/>
    <w:rsid w:val="00997772"/>
    <w:rsid w:val="00997B8C"/>
    <w:rsid w:val="009A0D76"/>
    <w:rsid w:val="009A283F"/>
    <w:rsid w:val="009A4363"/>
    <w:rsid w:val="009A4D9F"/>
    <w:rsid w:val="009A6BA3"/>
    <w:rsid w:val="009A6F50"/>
    <w:rsid w:val="009B0FED"/>
    <w:rsid w:val="009B25B0"/>
    <w:rsid w:val="009B2AC4"/>
    <w:rsid w:val="009B32FC"/>
    <w:rsid w:val="009B37F4"/>
    <w:rsid w:val="009B3DCA"/>
    <w:rsid w:val="009B3F87"/>
    <w:rsid w:val="009B5659"/>
    <w:rsid w:val="009B62EA"/>
    <w:rsid w:val="009B7968"/>
    <w:rsid w:val="009C05CC"/>
    <w:rsid w:val="009C37EC"/>
    <w:rsid w:val="009C3EF4"/>
    <w:rsid w:val="009C40B6"/>
    <w:rsid w:val="009C4F5C"/>
    <w:rsid w:val="009C528E"/>
    <w:rsid w:val="009C5498"/>
    <w:rsid w:val="009C550F"/>
    <w:rsid w:val="009C5CED"/>
    <w:rsid w:val="009C5F45"/>
    <w:rsid w:val="009D0382"/>
    <w:rsid w:val="009D051F"/>
    <w:rsid w:val="009D1FF3"/>
    <w:rsid w:val="009D216A"/>
    <w:rsid w:val="009D246B"/>
    <w:rsid w:val="009D2918"/>
    <w:rsid w:val="009D35C4"/>
    <w:rsid w:val="009D7E98"/>
    <w:rsid w:val="009E0CDA"/>
    <w:rsid w:val="009E1D0A"/>
    <w:rsid w:val="009E26FC"/>
    <w:rsid w:val="009E291A"/>
    <w:rsid w:val="009E2DD6"/>
    <w:rsid w:val="009E3033"/>
    <w:rsid w:val="009E333C"/>
    <w:rsid w:val="009E4ECF"/>
    <w:rsid w:val="009E5349"/>
    <w:rsid w:val="009E61C6"/>
    <w:rsid w:val="009E653C"/>
    <w:rsid w:val="009E6F2A"/>
    <w:rsid w:val="009E70FF"/>
    <w:rsid w:val="009E7ACB"/>
    <w:rsid w:val="009E7DEA"/>
    <w:rsid w:val="009E7F0F"/>
    <w:rsid w:val="009F1A66"/>
    <w:rsid w:val="009F1FF0"/>
    <w:rsid w:val="009F26AA"/>
    <w:rsid w:val="009F5F1D"/>
    <w:rsid w:val="009F6A36"/>
    <w:rsid w:val="009F6D65"/>
    <w:rsid w:val="009F6EB1"/>
    <w:rsid w:val="009F7FA1"/>
    <w:rsid w:val="00A014DC"/>
    <w:rsid w:val="00A04033"/>
    <w:rsid w:val="00A0582F"/>
    <w:rsid w:val="00A05DED"/>
    <w:rsid w:val="00A0607C"/>
    <w:rsid w:val="00A06277"/>
    <w:rsid w:val="00A0718E"/>
    <w:rsid w:val="00A104F8"/>
    <w:rsid w:val="00A10CB3"/>
    <w:rsid w:val="00A116D1"/>
    <w:rsid w:val="00A11808"/>
    <w:rsid w:val="00A12077"/>
    <w:rsid w:val="00A12D86"/>
    <w:rsid w:val="00A12F2C"/>
    <w:rsid w:val="00A142D0"/>
    <w:rsid w:val="00A173FB"/>
    <w:rsid w:val="00A17ED1"/>
    <w:rsid w:val="00A22759"/>
    <w:rsid w:val="00A22B3B"/>
    <w:rsid w:val="00A2531A"/>
    <w:rsid w:val="00A26216"/>
    <w:rsid w:val="00A26235"/>
    <w:rsid w:val="00A26796"/>
    <w:rsid w:val="00A304ED"/>
    <w:rsid w:val="00A33369"/>
    <w:rsid w:val="00A33468"/>
    <w:rsid w:val="00A37C99"/>
    <w:rsid w:val="00A40008"/>
    <w:rsid w:val="00A4181F"/>
    <w:rsid w:val="00A42418"/>
    <w:rsid w:val="00A4299C"/>
    <w:rsid w:val="00A42CC1"/>
    <w:rsid w:val="00A43AF4"/>
    <w:rsid w:val="00A44BAB"/>
    <w:rsid w:val="00A450A4"/>
    <w:rsid w:val="00A456BE"/>
    <w:rsid w:val="00A45C70"/>
    <w:rsid w:val="00A46994"/>
    <w:rsid w:val="00A46F6E"/>
    <w:rsid w:val="00A470ED"/>
    <w:rsid w:val="00A47812"/>
    <w:rsid w:val="00A507ED"/>
    <w:rsid w:val="00A52A11"/>
    <w:rsid w:val="00A52B8D"/>
    <w:rsid w:val="00A52EA5"/>
    <w:rsid w:val="00A5306E"/>
    <w:rsid w:val="00A5325C"/>
    <w:rsid w:val="00A53C63"/>
    <w:rsid w:val="00A5414A"/>
    <w:rsid w:val="00A5457F"/>
    <w:rsid w:val="00A54ACB"/>
    <w:rsid w:val="00A55EB7"/>
    <w:rsid w:val="00A55F07"/>
    <w:rsid w:val="00A565DF"/>
    <w:rsid w:val="00A577C9"/>
    <w:rsid w:val="00A6332E"/>
    <w:rsid w:val="00A64AF2"/>
    <w:rsid w:val="00A65806"/>
    <w:rsid w:val="00A65842"/>
    <w:rsid w:val="00A65B24"/>
    <w:rsid w:val="00A65EA1"/>
    <w:rsid w:val="00A6618F"/>
    <w:rsid w:val="00A66B81"/>
    <w:rsid w:val="00A7191E"/>
    <w:rsid w:val="00A719F0"/>
    <w:rsid w:val="00A72AC2"/>
    <w:rsid w:val="00A72C38"/>
    <w:rsid w:val="00A7443A"/>
    <w:rsid w:val="00A76F41"/>
    <w:rsid w:val="00A81512"/>
    <w:rsid w:val="00A81860"/>
    <w:rsid w:val="00A83106"/>
    <w:rsid w:val="00A83E9C"/>
    <w:rsid w:val="00A84074"/>
    <w:rsid w:val="00A8481D"/>
    <w:rsid w:val="00A87B76"/>
    <w:rsid w:val="00A906B0"/>
    <w:rsid w:val="00A91098"/>
    <w:rsid w:val="00A9391F"/>
    <w:rsid w:val="00A93E29"/>
    <w:rsid w:val="00A93F2E"/>
    <w:rsid w:val="00A94087"/>
    <w:rsid w:val="00A94F09"/>
    <w:rsid w:val="00A968DC"/>
    <w:rsid w:val="00A97995"/>
    <w:rsid w:val="00AA02F3"/>
    <w:rsid w:val="00AA1064"/>
    <w:rsid w:val="00AA234E"/>
    <w:rsid w:val="00AA3253"/>
    <w:rsid w:val="00AA3694"/>
    <w:rsid w:val="00AA4574"/>
    <w:rsid w:val="00AA5AFF"/>
    <w:rsid w:val="00AA63E5"/>
    <w:rsid w:val="00AA66CA"/>
    <w:rsid w:val="00AA778E"/>
    <w:rsid w:val="00AA7849"/>
    <w:rsid w:val="00AA7A88"/>
    <w:rsid w:val="00AB0B96"/>
    <w:rsid w:val="00AB1742"/>
    <w:rsid w:val="00AB24A9"/>
    <w:rsid w:val="00AB3E6A"/>
    <w:rsid w:val="00AB5FF4"/>
    <w:rsid w:val="00AB766E"/>
    <w:rsid w:val="00AC1C54"/>
    <w:rsid w:val="00AC2A25"/>
    <w:rsid w:val="00AC348F"/>
    <w:rsid w:val="00AC3B10"/>
    <w:rsid w:val="00AC48F8"/>
    <w:rsid w:val="00AC4A6E"/>
    <w:rsid w:val="00AC4ADD"/>
    <w:rsid w:val="00AC5903"/>
    <w:rsid w:val="00AC6A9E"/>
    <w:rsid w:val="00AC71AA"/>
    <w:rsid w:val="00AC7810"/>
    <w:rsid w:val="00AD0122"/>
    <w:rsid w:val="00AD0F89"/>
    <w:rsid w:val="00AD1687"/>
    <w:rsid w:val="00AD21B7"/>
    <w:rsid w:val="00AD2D99"/>
    <w:rsid w:val="00AD3FE3"/>
    <w:rsid w:val="00AD55DC"/>
    <w:rsid w:val="00AD6391"/>
    <w:rsid w:val="00AD74DF"/>
    <w:rsid w:val="00AD7D0C"/>
    <w:rsid w:val="00AE03E1"/>
    <w:rsid w:val="00AE11C7"/>
    <w:rsid w:val="00AE1566"/>
    <w:rsid w:val="00AE2AAF"/>
    <w:rsid w:val="00AE2DFF"/>
    <w:rsid w:val="00AE332D"/>
    <w:rsid w:val="00AE3951"/>
    <w:rsid w:val="00AE3D95"/>
    <w:rsid w:val="00AF0055"/>
    <w:rsid w:val="00AF1B69"/>
    <w:rsid w:val="00AF4E5C"/>
    <w:rsid w:val="00AF4FFF"/>
    <w:rsid w:val="00AF5526"/>
    <w:rsid w:val="00AF5C91"/>
    <w:rsid w:val="00AF6186"/>
    <w:rsid w:val="00AF7571"/>
    <w:rsid w:val="00AF79E5"/>
    <w:rsid w:val="00B003B8"/>
    <w:rsid w:val="00B00E8D"/>
    <w:rsid w:val="00B04A25"/>
    <w:rsid w:val="00B04EB9"/>
    <w:rsid w:val="00B04EE7"/>
    <w:rsid w:val="00B05121"/>
    <w:rsid w:val="00B06575"/>
    <w:rsid w:val="00B109E8"/>
    <w:rsid w:val="00B10D95"/>
    <w:rsid w:val="00B12F6F"/>
    <w:rsid w:val="00B14FF2"/>
    <w:rsid w:val="00B15548"/>
    <w:rsid w:val="00B15676"/>
    <w:rsid w:val="00B157CA"/>
    <w:rsid w:val="00B2059F"/>
    <w:rsid w:val="00B20FF0"/>
    <w:rsid w:val="00B2157B"/>
    <w:rsid w:val="00B21E94"/>
    <w:rsid w:val="00B229DA"/>
    <w:rsid w:val="00B22DDD"/>
    <w:rsid w:val="00B27206"/>
    <w:rsid w:val="00B308A2"/>
    <w:rsid w:val="00B30BA1"/>
    <w:rsid w:val="00B35FA3"/>
    <w:rsid w:val="00B36411"/>
    <w:rsid w:val="00B36447"/>
    <w:rsid w:val="00B36EDE"/>
    <w:rsid w:val="00B402BD"/>
    <w:rsid w:val="00B40A91"/>
    <w:rsid w:val="00B41C56"/>
    <w:rsid w:val="00B41E7F"/>
    <w:rsid w:val="00B420D6"/>
    <w:rsid w:val="00B426A9"/>
    <w:rsid w:val="00B43A35"/>
    <w:rsid w:val="00B44027"/>
    <w:rsid w:val="00B44ADC"/>
    <w:rsid w:val="00B457BB"/>
    <w:rsid w:val="00B45BB2"/>
    <w:rsid w:val="00B46807"/>
    <w:rsid w:val="00B50539"/>
    <w:rsid w:val="00B50BED"/>
    <w:rsid w:val="00B50C08"/>
    <w:rsid w:val="00B50FCB"/>
    <w:rsid w:val="00B52C35"/>
    <w:rsid w:val="00B52F23"/>
    <w:rsid w:val="00B531EC"/>
    <w:rsid w:val="00B5341C"/>
    <w:rsid w:val="00B5357B"/>
    <w:rsid w:val="00B55363"/>
    <w:rsid w:val="00B56A68"/>
    <w:rsid w:val="00B56B81"/>
    <w:rsid w:val="00B57A00"/>
    <w:rsid w:val="00B6237C"/>
    <w:rsid w:val="00B63CF7"/>
    <w:rsid w:val="00B63E6C"/>
    <w:rsid w:val="00B641CF"/>
    <w:rsid w:val="00B653B9"/>
    <w:rsid w:val="00B66A9F"/>
    <w:rsid w:val="00B713AA"/>
    <w:rsid w:val="00B734A4"/>
    <w:rsid w:val="00B73F3D"/>
    <w:rsid w:val="00B74A0E"/>
    <w:rsid w:val="00B750FF"/>
    <w:rsid w:val="00B75559"/>
    <w:rsid w:val="00B80664"/>
    <w:rsid w:val="00B81B60"/>
    <w:rsid w:val="00B81F6C"/>
    <w:rsid w:val="00B8314C"/>
    <w:rsid w:val="00B85792"/>
    <w:rsid w:val="00B904B3"/>
    <w:rsid w:val="00B91021"/>
    <w:rsid w:val="00B93DAB"/>
    <w:rsid w:val="00B9492D"/>
    <w:rsid w:val="00B94E32"/>
    <w:rsid w:val="00B96B3D"/>
    <w:rsid w:val="00B97106"/>
    <w:rsid w:val="00BA1956"/>
    <w:rsid w:val="00BA24BF"/>
    <w:rsid w:val="00BA2A1E"/>
    <w:rsid w:val="00BA3BDE"/>
    <w:rsid w:val="00BA3C1C"/>
    <w:rsid w:val="00BA4083"/>
    <w:rsid w:val="00BA7286"/>
    <w:rsid w:val="00BA7921"/>
    <w:rsid w:val="00BB2BD9"/>
    <w:rsid w:val="00BB30A3"/>
    <w:rsid w:val="00BB495B"/>
    <w:rsid w:val="00BB551E"/>
    <w:rsid w:val="00BB583F"/>
    <w:rsid w:val="00BC0D20"/>
    <w:rsid w:val="00BC1A19"/>
    <w:rsid w:val="00BC1EF1"/>
    <w:rsid w:val="00BC23A1"/>
    <w:rsid w:val="00BC36A4"/>
    <w:rsid w:val="00BC3814"/>
    <w:rsid w:val="00BC3FB8"/>
    <w:rsid w:val="00BC4295"/>
    <w:rsid w:val="00BC49D0"/>
    <w:rsid w:val="00BC4DF3"/>
    <w:rsid w:val="00BC532B"/>
    <w:rsid w:val="00BC5367"/>
    <w:rsid w:val="00BC53CF"/>
    <w:rsid w:val="00BC55EE"/>
    <w:rsid w:val="00BC5FD9"/>
    <w:rsid w:val="00BC6368"/>
    <w:rsid w:val="00BC6D56"/>
    <w:rsid w:val="00BC73B4"/>
    <w:rsid w:val="00BD085D"/>
    <w:rsid w:val="00BD0BA4"/>
    <w:rsid w:val="00BD104A"/>
    <w:rsid w:val="00BD123E"/>
    <w:rsid w:val="00BD1C19"/>
    <w:rsid w:val="00BD2259"/>
    <w:rsid w:val="00BD39D4"/>
    <w:rsid w:val="00BD5A85"/>
    <w:rsid w:val="00BD5E11"/>
    <w:rsid w:val="00BD7237"/>
    <w:rsid w:val="00BE0658"/>
    <w:rsid w:val="00BE0BEC"/>
    <w:rsid w:val="00BE1863"/>
    <w:rsid w:val="00BE2564"/>
    <w:rsid w:val="00BE2821"/>
    <w:rsid w:val="00BE290C"/>
    <w:rsid w:val="00BE4189"/>
    <w:rsid w:val="00BE4D3F"/>
    <w:rsid w:val="00BE4EE6"/>
    <w:rsid w:val="00BE66DA"/>
    <w:rsid w:val="00BE7951"/>
    <w:rsid w:val="00BE79DA"/>
    <w:rsid w:val="00BE7A0A"/>
    <w:rsid w:val="00BF38DF"/>
    <w:rsid w:val="00BF3FD8"/>
    <w:rsid w:val="00BF4A79"/>
    <w:rsid w:val="00BF4C34"/>
    <w:rsid w:val="00BF6058"/>
    <w:rsid w:val="00C0218B"/>
    <w:rsid w:val="00C02714"/>
    <w:rsid w:val="00C0289C"/>
    <w:rsid w:val="00C0387B"/>
    <w:rsid w:val="00C06C3A"/>
    <w:rsid w:val="00C11CDE"/>
    <w:rsid w:val="00C12A74"/>
    <w:rsid w:val="00C12B91"/>
    <w:rsid w:val="00C13154"/>
    <w:rsid w:val="00C14580"/>
    <w:rsid w:val="00C16777"/>
    <w:rsid w:val="00C20184"/>
    <w:rsid w:val="00C21259"/>
    <w:rsid w:val="00C212D3"/>
    <w:rsid w:val="00C21632"/>
    <w:rsid w:val="00C2294F"/>
    <w:rsid w:val="00C24973"/>
    <w:rsid w:val="00C258AE"/>
    <w:rsid w:val="00C25B21"/>
    <w:rsid w:val="00C25E3D"/>
    <w:rsid w:val="00C270CF"/>
    <w:rsid w:val="00C277EB"/>
    <w:rsid w:val="00C30B7E"/>
    <w:rsid w:val="00C30CD1"/>
    <w:rsid w:val="00C32FF2"/>
    <w:rsid w:val="00C344D2"/>
    <w:rsid w:val="00C34E4C"/>
    <w:rsid w:val="00C34FE0"/>
    <w:rsid w:val="00C35555"/>
    <w:rsid w:val="00C35D6C"/>
    <w:rsid w:val="00C37561"/>
    <w:rsid w:val="00C40033"/>
    <w:rsid w:val="00C41FA2"/>
    <w:rsid w:val="00C42E18"/>
    <w:rsid w:val="00C43EF0"/>
    <w:rsid w:val="00C43EFF"/>
    <w:rsid w:val="00C458D7"/>
    <w:rsid w:val="00C4658B"/>
    <w:rsid w:val="00C50A39"/>
    <w:rsid w:val="00C51E77"/>
    <w:rsid w:val="00C53E3D"/>
    <w:rsid w:val="00C549F0"/>
    <w:rsid w:val="00C561F6"/>
    <w:rsid w:val="00C56FDE"/>
    <w:rsid w:val="00C57264"/>
    <w:rsid w:val="00C57B5F"/>
    <w:rsid w:val="00C61ABC"/>
    <w:rsid w:val="00C627F6"/>
    <w:rsid w:val="00C63266"/>
    <w:rsid w:val="00C6354D"/>
    <w:rsid w:val="00C63D91"/>
    <w:rsid w:val="00C64160"/>
    <w:rsid w:val="00C64ACE"/>
    <w:rsid w:val="00C676C1"/>
    <w:rsid w:val="00C67721"/>
    <w:rsid w:val="00C67ED3"/>
    <w:rsid w:val="00C71357"/>
    <w:rsid w:val="00C71860"/>
    <w:rsid w:val="00C73662"/>
    <w:rsid w:val="00C74F6E"/>
    <w:rsid w:val="00C75274"/>
    <w:rsid w:val="00C752A5"/>
    <w:rsid w:val="00C756CA"/>
    <w:rsid w:val="00C7615E"/>
    <w:rsid w:val="00C767DE"/>
    <w:rsid w:val="00C7722C"/>
    <w:rsid w:val="00C776DB"/>
    <w:rsid w:val="00C77F49"/>
    <w:rsid w:val="00C8017C"/>
    <w:rsid w:val="00C80AE4"/>
    <w:rsid w:val="00C82FD8"/>
    <w:rsid w:val="00C83B78"/>
    <w:rsid w:val="00C85B1F"/>
    <w:rsid w:val="00C8607C"/>
    <w:rsid w:val="00C9022D"/>
    <w:rsid w:val="00C93271"/>
    <w:rsid w:val="00C937EF"/>
    <w:rsid w:val="00C95F6D"/>
    <w:rsid w:val="00CA30E8"/>
    <w:rsid w:val="00CA346D"/>
    <w:rsid w:val="00CA4925"/>
    <w:rsid w:val="00CA5E3F"/>
    <w:rsid w:val="00CA6021"/>
    <w:rsid w:val="00CB0596"/>
    <w:rsid w:val="00CB05B2"/>
    <w:rsid w:val="00CB0A5F"/>
    <w:rsid w:val="00CB12FD"/>
    <w:rsid w:val="00CB222B"/>
    <w:rsid w:val="00CB2422"/>
    <w:rsid w:val="00CB2E65"/>
    <w:rsid w:val="00CB2FF4"/>
    <w:rsid w:val="00CB3E6B"/>
    <w:rsid w:val="00CB4491"/>
    <w:rsid w:val="00CB4942"/>
    <w:rsid w:val="00CB4D9B"/>
    <w:rsid w:val="00CB5C0D"/>
    <w:rsid w:val="00CB675F"/>
    <w:rsid w:val="00CB7011"/>
    <w:rsid w:val="00CB7A99"/>
    <w:rsid w:val="00CC00EE"/>
    <w:rsid w:val="00CC1441"/>
    <w:rsid w:val="00CC151A"/>
    <w:rsid w:val="00CC1D9E"/>
    <w:rsid w:val="00CC2B74"/>
    <w:rsid w:val="00CC2F57"/>
    <w:rsid w:val="00CC374D"/>
    <w:rsid w:val="00CC39C5"/>
    <w:rsid w:val="00CC483A"/>
    <w:rsid w:val="00CC4C19"/>
    <w:rsid w:val="00CC4FF8"/>
    <w:rsid w:val="00CC59B9"/>
    <w:rsid w:val="00CC7AD6"/>
    <w:rsid w:val="00CD0576"/>
    <w:rsid w:val="00CD1189"/>
    <w:rsid w:val="00CD1511"/>
    <w:rsid w:val="00CD32BC"/>
    <w:rsid w:val="00CD5825"/>
    <w:rsid w:val="00CD5E29"/>
    <w:rsid w:val="00CD6002"/>
    <w:rsid w:val="00CD793A"/>
    <w:rsid w:val="00CE10BD"/>
    <w:rsid w:val="00CE1BD3"/>
    <w:rsid w:val="00CE42DE"/>
    <w:rsid w:val="00CE433B"/>
    <w:rsid w:val="00CE4BE9"/>
    <w:rsid w:val="00CE55E9"/>
    <w:rsid w:val="00CE5701"/>
    <w:rsid w:val="00CE57F3"/>
    <w:rsid w:val="00CE5B7F"/>
    <w:rsid w:val="00CE5CFB"/>
    <w:rsid w:val="00CE61C7"/>
    <w:rsid w:val="00CE6975"/>
    <w:rsid w:val="00CF08E0"/>
    <w:rsid w:val="00CF2A7C"/>
    <w:rsid w:val="00CF31FA"/>
    <w:rsid w:val="00CF33AA"/>
    <w:rsid w:val="00CF4BA7"/>
    <w:rsid w:val="00CF4CDE"/>
    <w:rsid w:val="00CF508D"/>
    <w:rsid w:val="00CF5698"/>
    <w:rsid w:val="00CF658E"/>
    <w:rsid w:val="00CF7E38"/>
    <w:rsid w:val="00CF7F9A"/>
    <w:rsid w:val="00D0007C"/>
    <w:rsid w:val="00D0053C"/>
    <w:rsid w:val="00D005CA"/>
    <w:rsid w:val="00D00A0B"/>
    <w:rsid w:val="00D02F7C"/>
    <w:rsid w:val="00D03E10"/>
    <w:rsid w:val="00D03E3F"/>
    <w:rsid w:val="00D044BE"/>
    <w:rsid w:val="00D04B9E"/>
    <w:rsid w:val="00D06922"/>
    <w:rsid w:val="00D07688"/>
    <w:rsid w:val="00D079CC"/>
    <w:rsid w:val="00D10620"/>
    <w:rsid w:val="00D127A3"/>
    <w:rsid w:val="00D13B69"/>
    <w:rsid w:val="00D14585"/>
    <w:rsid w:val="00D15629"/>
    <w:rsid w:val="00D162E8"/>
    <w:rsid w:val="00D1703D"/>
    <w:rsid w:val="00D176F0"/>
    <w:rsid w:val="00D21319"/>
    <w:rsid w:val="00D227C2"/>
    <w:rsid w:val="00D244E8"/>
    <w:rsid w:val="00D24630"/>
    <w:rsid w:val="00D259E1"/>
    <w:rsid w:val="00D25EA8"/>
    <w:rsid w:val="00D26369"/>
    <w:rsid w:val="00D3041E"/>
    <w:rsid w:val="00D30BFC"/>
    <w:rsid w:val="00D31AA8"/>
    <w:rsid w:val="00D33D7D"/>
    <w:rsid w:val="00D344C8"/>
    <w:rsid w:val="00D34D0F"/>
    <w:rsid w:val="00D36B4E"/>
    <w:rsid w:val="00D37B95"/>
    <w:rsid w:val="00D400E4"/>
    <w:rsid w:val="00D41CE9"/>
    <w:rsid w:val="00D43774"/>
    <w:rsid w:val="00D44852"/>
    <w:rsid w:val="00D448AD"/>
    <w:rsid w:val="00D44F39"/>
    <w:rsid w:val="00D479FE"/>
    <w:rsid w:val="00D5004E"/>
    <w:rsid w:val="00D5040E"/>
    <w:rsid w:val="00D51FE2"/>
    <w:rsid w:val="00D52131"/>
    <w:rsid w:val="00D527AE"/>
    <w:rsid w:val="00D52B1C"/>
    <w:rsid w:val="00D54136"/>
    <w:rsid w:val="00D54566"/>
    <w:rsid w:val="00D54CC6"/>
    <w:rsid w:val="00D55860"/>
    <w:rsid w:val="00D55E01"/>
    <w:rsid w:val="00D56E6A"/>
    <w:rsid w:val="00D57189"/>
    <w:rsid w:val="00D610CF"/>
    <w:rsid w:val="00D613B4"/>
    <w:rsid w:val="00D61806"/>
    <w:rsid w:val="00D619E5"/>
    <w:rsid w:val="00D63D06"/>
    <w:rsid w:val="00D6522E"/>
    <w:rsid w:val="00D66972"/>
    <w:rsid w:val="00D67665"/>
    <w:rsid w:val="00D70434"/>
    <w:rsid w:val="00D705A9"/>
    <w:rsid w:val="00D7060F"/>
    <w:rsid w:val="00D709FE"/>
    <w:rsid w:val="00D71120"/>
    <w:rsid w:val="00D71CCF"/>
    <w:rsid w:val="00D72D4B"/>
    <w:rsid w:val="00D754D1"/>
    <w:rsid w:val="00D76C1E"/>
    <w:rsid w:val="00D77905"/>
    <w:rsid w:val="00D80B04"/>
    <w:rsid w:val="00D81848"/>
    <w:rsid w:val="00D82426"/>
    <w:rsid w:val="00D828AD"/>
    <w:rsid w:val="00D829DD"/>
    <w:rsid w:val="00D83BA5"/>
    <w:rsid w:val="00D840F1"/>
    <w:rsid w:val="00D850FC"/>
    <w:rsid w:val="00D85CD7"/>
    <w:rsid w:val="00D8619F"/>
    <w:rsid w:val="00D86AA8"/>
    <w:rsid w:val="00D87D5E"/>
    <w:rsid w:val="00D905F1"/>
    <w:rsid w:val="00D91EAC"/>
    <w:rsid w:val="00D938F7"/>
    <w:rsid w:val="00D942B3"/>
    <w:rsid w:val="00D9486E"/>
    <w:rsid w:val="00D94A4E"/>
    <w:rsid w:val="00D94A6C"/>
    <w:rsid w:val="00D95F74"/>
    <w:rsid w:val="00D972C9"/>
    <w:rsid w:val="00DA1BBA"/>
    <w:rsid w:val="00DA2E86"/>
    <w:rsid w:val="00DA35C3"/>
    <w:rsid w:val="00DA6404"/>
    <w:rsid w:val="00DA6715"/>
    <w:rsid w:val="00DA6A84"/>
    <w:rsid w:val="00DB0FCA"/>
    <w:rsid w:val="00DB1731"/>
    <w:rsid w:val="00DB19CB"/>
    <w:rsid w:val="00DB1E14"/>
    <w:rsid w:val="00DB23E4"/>
    <w:rsid w:val="00DB2B7C"/>
    <w:rsid w:val="00DB2DA9"/>
    <w:rsid w:val="00DB2E76"/>
    <w:rsid w:val="00DB37F3"/>
    <w:rsid w:val="00DB3F02"/>
    <w:rsid w:val="00DB419C"/>
    <w:rsid w:val="00DB5A37"/>
    <w:rsid w:val="00DB79E1"/>
    <w:rsid w:val="00DC1473"/>
    <w:rsid w:val="00DC172E"/>
    <w:rsid w:val="00DC2C06"/>
    <w:rsid w:val="00DC330A"/>
    <w:rsid w:val="00DC4391"/>
    <w:rsid w:val="00DC5ADB"/>
    <w:rsid w:val="00DC631D"/>
    <w:rsid w:val="00DD25A5"/>
    <w:rsid w:val="00DD290E"/>
    <w:rsid w:val="00DD291A"/>
    <w:rsid w:val="00DD491C"/>
    <w:rsid w:val="00DD5C23"/>
    <w:rsid w:val="00DD5E71"/>
    <w:rsid w:val="00DD6073"/>
    <w:rsid w:val="00DD6766"/>
    <w:rsid w:val="00DD6D62"/>
    <w:rsid w:val="00DD7024"/>
    <w:rsid w:val="00DE0BC3"/>
    <w:rsid w:val="00DE1432"/>
    <w:rsid w:val="00DE2B49"/>
    <w:rsid w:val="00DE578F"/>
    <w:rsid w:val="00DE5E39"/>
    <w:rsid w:val="00DE5E6C"/>
    <w:rsid w:val="00DE68D0"/>
    <w:rsid w:val="00DE71A6"/>
    <w:rsid w:val="00DE7BBB"/>
    <w:rsid w:val="00DF006E"/>
    <w:rsid w:val="00DF05C8"/>
    <w:rsid w:val="00DF0776"/>
    <w:rsid w:val="00DF113C"/>
    <w:rsid w:val="00DF1373"/>
    <w:rsid w:val="00DF30CF"/>
    <w:rsid w:val="00DF3358"/>
    <w:rsid w:val="00DF34D0"/>
    <w:rsid w:val="00DF3F72"/>
    <w:rsid w:val="00DF539C"/>
    <w:rsid w:val="00DF5EF4"/>
    <w:rsid w:val="00DF5F8A"/>
    <w:rsid w:val="00DF63FC"/>
    <w:rsid w:val="00DF7384"/>
    <w:rsid w:val="00DF764D"/>
    <w:rsid w:val="00E0003A"/>
    <w:rsid w:val="00E02F25"/>
    <w:rsid w:val="00E0489A"/>
    <w:rsid w:val="00E04DAE"/>
    <w:rsid w:val="00E06F91"/>
    <w:rsid w:val="00E10202"/>
    <w:rsid w:val="00E102C5"/>
    <w:rsid w:val="00E10FAE"/>
    <w:rsid w:val="00E1215D"/>
    <w:rsid w:val="00E12AEE"/>
    <w:rsid w:val="00E13683"/>
    <w:rsid w:val="00E14DA8"/>
    <w:rsid w:val="00E14EAC"/>
    <w:rsid w:val="00E160EF"/>
    <w:rsid w:val="00E16632"/>
    <w:rsid w:val="00E1699A"/>
    <w:rsid w:val="00E2139D"/>
    <w:rsid w:val="00E25646"/>
    <w:rsid w:val="00E2567B"/>
    <w:rsid w:val="00E3164F"/>
    <w:rsid w:val="00E31C96"/>
    <w:rsid w:val="00E31EAF"/>
    <w:rsid w:val="00E325F5"/>
    <w:rsid w:val="00E33EA5"/>
    <w:rsid w:val="00E35094"/>
    <w:rsid w:val="00E3577D"/>
    <w:rsid w:val="00E35FC0"/>
    <w:rsid w:val="00E37D4E"/>
    <w:rsid w:val="00E43534"/>
    <w:rsid w:val="00E441CF"/>
    <w:rsid w:val="00E4471B"/>
    <w:rsid w:val="00E44789"/>
    <w:rsid w:val="00E44C2A"/>
    <w:rsid w:val="00E45C90"/>
    <w:rsid w:val="00E45FF2"/>
    <w:rsid w:val="00E47B55"/>
    <w:rsid w:val="00E51307"/>
    <w:rsid w:val="00E51947"/>
    <w:rsid w:val="00E52E83"/>
    <w:rsid w:val="00E52EF4"/>
    <w:rsid w:val="00E532A3"/>
    <w:rsid w:val="00E5409A"/>
    <w:rsid w:val="00E57BFC"/>
    <w:rsid w:val="00E60194"/>
    <w:rsid w:val="00E60AC7"/>
    <w:rsid w:val="00E62433"/>
    <w:rsid w:val="00E6263C"/>
    <w:rsid w:val="00E63721"/>
    <w:rsid w:val="00E64317"/>
    <w:rsid w:val="00E66094"/>
    <w:rsid w:val="00E6640D"/>
    <w:rsid w:val="00E67C61"/>
    <w:rsid w:val="00E67D27"/>
    <w:rsid w:val="00E706FF"/>
    <w:rsid w:val="00E70779"/>
    <w:rsid w:val="00E70F2A"/>
    <w:rsid w:val="00E721C4"/>
    <w:rsid w:val="00E72263"/>
    <w:rsid w:val="00E72CD5"/>
    <w:rsid w:val="00E738B2"/>
    <w:rsid w:val="00E74CA9"/>
    <w:rsid w:val="00E75F74"/>
    <w:rsid w:val="00E76370"/>
    <w:rsid w:val="00E7638C"/>
    <w:rsid w:val="00E76CD4"/>
    <w:rsid w:val="00E76E3C"/>
    <w:rsid w:val="00E77FBE"/>
    <w:rsid w:val="00E804CD"/>
    <w:rsid w:val="00E81608"/>
    <w:rsid w:val="00E835D9"/>
    <w:rsid w:val="00E84504"/>
    <w:rsid w:val="00E84A63"/>
    <w:rsid w:val="00E85C2D"/>
    <w:rsid w:val="00E86966"/>
    <w:rsid w:val="00E90D09"/>
    <w:rsid w:val="00E94863"/>
    <w:rsid w:val="00E959E4"/>
    <w:rsid w:val="00E971C5"/>
    <w:rsid w:val="00E97A87"/>
    <w:rsid w:val="00EA0626"/>
    <w:rsid w:val="00EA1F15"/>
    <w:rsid w:val="00EA24A8"/>
    <w:rsid w:val="00EA2B7C"/>
    <w:rsid w:val="00EA59AF"/>
    <w:rsid w:val="00EA7186"/>
    <w:rsid w:val="00EA7DE0"/>
    <w:rsid w:val="00EB028C"/>
    <w:rsid w:val="00EB4CBC"/>
    <w:rsid w:val="00EB6007"/>
    <w:rsid w:val="00EB6C63"/>
    <w:rsid w:val="00EB7F93"/>
    <w:rsid w:val="00EC0737"/>
    <w:rsid w:val="00EC1DDA"/>
    <w:rsid w:val="00EC3D0A"/>
    <w:rsid w:val="00EC3F07"/>
    <w:rsid w:val="00EC6389"/>
    <w:rsid w:val="00EC6F54"/>
    <w:rsid w:val="00EC7680"/>
    <w:rsid w:val="00EC7E5F"/>
    <w:rsid w:val="00ED11B5"/>
    <w:rsid w:val="00ED12AB"/>
    <w:rsid w:val="00ED2048"/>
    <w:rsid w:val="00ED2726"/>
    <w:rsid w:val="00ED2926"/>
    <w:rsid w:val="00ED3F8C"/>
    <w:rsid w:val="00ED406E"/>
    <w:rsid w:val="00ED424C"/>
    <w:rsid w:val="00ED4291"/>
    <w:rsid w:val="00ED5CD9"/>
    <w:rsid w:val="00ED7F72"/>
    <w:rsid w:val="00EE0030"/>
    <w:rsid w:val="00EE0256"/>
    <w:rsid w:val="00EE0B99"/>
    <w:rsid w:val="00EE0DF1"/>
    <w:rsid w:val="00EE0EDD"/>
    <w:rsid w:val="00EE12E7"/>
    <w:rsid w:val="00EE1E73"/>
    <w:rsid w:val="00EE38C1"/>
    <w:rsid w:val="00EE3DDB"/>
    <w:rsid w:val="00EE5A1C"/>
    <w:rsid w:val="00EE5A35"/>
    <w:rsid w:val="00EE5D61"/>
    <w:rsid w:val="00EE5EE2"/>
    <w:rsid w:val="00EE6C25"/>
    <w:rsid w:val="00EE6EDE"/>
    <w:rsid w:val="00EE7C5D"/>
    <w:rsid w:val="00EF5652"/>
    <w:rsid w:val="00EF5997"/>
    <w:rsid w:val="00EF634C"/>
    <w:rsid w:val="00EF6A23"/>
    <w:rsid w:val="00EF6E8C"/>
    <w:rsid w:val="00F0048C"/>
    <w:rsid w:val="00F01915"/>
    <w:rsid w:val="00F024CC"/>
    <w:rsid w:val="00F0289F"/>
    <w:rsid w:val="00F05482"/>
    <w:rsid w:val="00F05FF2"/>
    <w:rsid w:val="00F06040"/>
    <w:rsid w:val="00F06DF0"/>
    <w:rsid w:val="00F074A2"/>
    <w:rsid w:val="00F11697"/>
    <w:rsid w:val="00F12B42"/>
    <w:rsid w:val="00F12D8E"/>
    <w:rsid w:val="00F13CC1"/>
    <w:rsid w:val="00F15055"/>
    <w:rsid w:val="00F1566D"/>
    <w:rsid w:val="00F16F28"/>
    <w:rsid w:val="00F20F59"/>
    <w:rsid w:val="00F2101B"/>
    <w:rsid w:val="00F21664"/>
    <w:rsid w:val="00F21F58"/>
    <w:rsid w:val="00F22B2F"/>
    <w:rsid w:val="00F22F0C"/>
    <w:rsid w:val="00F264CB"/>
    <w:rsid w:val="00F272B6"/>
    <w:rsid w:val="00F2742B"/>
    <w:rsid w:val="00F279F8"/>
    <w:rsid w:val="00F30D14"/>
    <w:rsid w:val="00F3143E"/>
    <w:rsid w:val="00F34494"/>
    <w:rsid w:val="00F35333"/>
    <w:rsid w:val="00F3578F"/>
    <w:rsid w:val="00F35D38"/>
    <w:rsid w:val="00F37038"/>
    <w:rsid w:val="00F37208"/>
    <w:rsid w:val="00F37230"/>
    <w:rsid w:val="00F374D7"/>
    <w:rsid w:val="00F400F9"/>
    <w:rsid w:val="00F40170"/>
    <w:rsid w:val="00F40D88"/>
    <w:rsid w:val="00F412FC"/>
    <w:rsid w:val="00F42D86"/>
    <w:rsid w:val="00F444A9"/>
    <w:rsid w:val="00F4475B"/>
    <w:rsid w:val="00F4580C"/>
    <w:rsid w:val="00F45B8A"/>
    <w:rsid w:val="00F46EBD"/>
    <w:rsid w:val="00F50F55"/>
    <w:rsid w:val="00F51222"/>
    <w:rsid w:val="00F5226D"/>
    <w:rsid w:val="00F56893"/>
    <w:rsid w:val="00F60489"/>
    <w:rsid w:val="00F60D36"/>
    <w:rsid w:val="00F61626"/>
    <w:rsid w:val="00F6213E"/>
    <w:rsid w:val="00F63453"/>
    <w:rsid w:val="00F64494"/>
    <w:rsid w:val="00F64903"/>
    <w:rsid w:val="00F64B68"/>
    <w:rsid w:val="00F6524E"/>
    <w:rsid w:val="00F65A57"/>
    <w:rsid w:val="00F670D3"/>
    <w:rsid w:val="00F67396"/>
    <w:rsid w:val="00F67534"/>
    <w:rsid w:val="00F706F4"/>
    <w:rsid w:val="00F71636"/>
    <w:rsid w:val="00F72C95"/>
    <w:rsid w:val="00F759EF"/>
    <w:rsid w:val="00F75B1C"/>
    <w:rsid w:val="00F75D1E"/>
    <w:rsid w:val="00F76206"/>
    <w:rsid w:val="00F768C7"/>
    <w:rsid w:val="00F801EA"/>
    <w:rsid w:val="00F8070D"/>
    <w:rsid w:val="00F8096A"/>
    <w:rsid w:val="00F82623"/>
    <w:rsid w:val="00F82DB9"/>
    <w:rsid w:val="00F83FFD"/>
    <w:rsid w:val="00F84D87"/>
    <w:rsid w:val="00F8504D"/>
    <w:rsid w:val="00F85326"/>
    <w:rsid w:val="00F873D2"/>
    <w:rsid w:val="00F90FE5"/>
    <w:rsid w:val="00F947A1"/>
    <w:rsid w:val="00F9629A"/>
    <w:rsid w:val="00F97CAF"/>
    <w:rsid w:val="00F97D72"/>
    <w:rsid w:val="00FA0845"/>
    <w:rsid w:val="00FA0A21"/>
    <w:rsid w:val="00FA100D"/>
    <w:rsid w:val="00FA1286"/>
    <w:rsid w:val="00FA293C"/>
    <w:rsid w:val="00FA2CE2"/>
    <w:rsid w:val="00FA39D1"/>
    <w:rsid w:val="00FA3BFB"/>
    <w:rsid w:val="00FA43D4"/>
    <w:rsid w:val="00FA4C25"/>
    <w:rsid w:val="00FA5803"/>
    <w:rsid w:val="00FA7F11"/>
    <w:rsid w:val="00FB010D"/>
    <w:rsid w:val="00FB1CF5"/>
    <w:rsid w:val="00FB2029"/>
    <w:rsid w:val="00FB2742"/>
    <w:rsid w:val="00FB40ED"/>
    <w:rsid w:val="00FB4D0F"/>
    <w:rsid w:val="00FB532F"/>
    <w:rsid w:val="00FB707D"/>
    <w:rsid w:val="00FB7337"/>
    <w:rsid w:val="00FB772B"/>
    <w:rsid w:val="00FC0372"/>
    <w:rsid w:val="00FC148F"/>
    <w:rsid w:val="00FC21D5"/>
    <w:rsid w:val="00FC361C"/>
    <w:rsid w:val="00FC39B9"/>
    <w:rsid w:val="00FC57BE"/>
    <w:rsid w:val="00FC6BAE"/>
    <w:rsid w:val="00FC735C"/>
    <w:rsid w:val="00FD08F3"/>
    <w:rsid w:val="00FD0F10"/>
    <w:rsid w:val="00FD1524"/>
    <w:rsid w:val="00FD1B2B"/>
    <w:rsid w:val="00FD1CEE"/>
    <w:rsid w:val="00FD23B1"/>
    <w:rsid w:val="00FD2F64"/>
    <w:rsid w:val="00FD4451"/>
    <w:rsid w:val="00FD5239"/>
    <w:rsid w:val="00FD7BF7"/>
    <w:rsid w:val="00FE06E6"/>
    <w:rsid w:val="00FE1876"/>
    <w:rsid w:val="00FE2193"/>
    <w:rsid w:val="00FE2729"/>
    <w:rsid w:val="00FE3748"/>
    <w:rsid w:val="00FE3F4C"/>
    <w:rsid w:val="00FE3FAB"/>
    <w:rsid w:val="00FE4955"/>
    <w:rsid w:val="00FE4FB5"/>
    <w:rsid w:val="00FE5589"/>
    <w:rsid w:val="00FE5E24"/>
    <w:rsid w:val="00FE722F"/>
    <w:rsid w:val="00FF072A"/>
    <w:rsid w:val="00FF14BC"/>
    <w:rsid w:val="00FF1E85"/>
    <w:rsid w:val="00FF31EE"/>
    <w:rsid w:val="00FF4DC1"/>
    <w:rsid w:val="00FF5592"/>
    <w:rsid w:val="00FF5C28"/>
    <w:rsid w:val="00FF7C96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30591"/>
  <w15:chartTrackingRefBased/>
  <w15:docId w15:val="{9F3B2079-A37A-4BD7-A997-B99965F5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356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Paragraph"/>
    <w:link w:val="Heading1Char"/>
    <w:qFormat/>
    <w:rsid w:val="00820356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20356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820356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820356"/>
    <w:pPr>
      <w:spacing w:before="3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A3AC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82035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20356"/>
  </w:style>
  <w:style w:type="character" w:customStyle="1" w:styleId="Heading1Char">
    <w:name w:val="Heading 1 Char"/>
    <w:basedOn w:val="DefaultParagraphFont"/>
    <w:link w:val="Heading1"/>
    <w:rsid w:val="00820356"/>
    <w:rPr>
      <w:rFonts w:ascii="Times New Roman" w:eastAsia="Times New Roman" w:hAnsi="Times New Roman" w:cs="Arial"/>
      <w:b/>
      <w:bCs/>
      <w:kern w:val="32"/>
      <w:sz w:val="24"/>
      <w:szCs w:val="32"/>
      <w:lang w:eastAsia="en-GB"/>
    </w:rPr>
  </w:style>
  <w:style w:type="paragraph" w:styleId="ListParagraph">
    <w:name w:val="List Paragraph"/>
    <w:basedOn w:val="Normal"/>
    <w:uiPriority w:val="34"/>
    <w:qFormat/>
    <w:rsid w:val="00176118"/>
    <w:pPr>
      <w:spacing w:after="200" w:line="276" w:lineRule="auto"/>
      <w:ind w:left="720"/>
      <w:contextualSpacing/>
    </w:pPr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820356"/>
    <w:rPr>
      <w:rFonts w:ascii="Times New Roman" w:eastAsia="Times New Roman" w:hAnsi="Times New Roman" w:cs="Arial"/>
      <w:b/>
      <w:bCs/>
      <w:i/>
      <w:iCs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unhideWhenUsed/>
    <w:rsid w:val="0009709F"/>
    <w:rPr>
      <w:color w:val="0563C1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C374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noteText">
    <w:name w:val="footnote text"/>
    <w:basedOn w:val="Normal"/>
    <w:link w:val="FootnoteTextChar"/>
    <w:autoRedefine/>
    <w:rsid w:val="00820356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820356"/>
    <w:rPr>
      <w:rFonts w:ascii="Times New Roman" w:eastAsia="Times New Roman" w:hAnsi="Times New Roman" w:cs="Times New Roman"/>
      <w:szCs w:val="20"/>
      <w:lang w:eastAsia="en-GB"/>
    </w:rPr>
  </w:style>
  <w:style w:type="character" w:styleId="FootnoteReference">
    <w:name w:val="footnote reference"/>
    <w:basedOn w:val="DefaultParagraphFont"/>
    <w:rsid w:val="00820356"/>
    <w:rPr>
      <w:vertAlign w:val="superscript"/>
    </w:rPr>
  </w:style>
  <w:style w:type="table" w:styleId="PlainTable1">
    <w:name w:val="Plain Table 1"/>
    <w:basedOn w:val="TableNormal"/>
    <w:uiPriority w:val="41"/>
    <w:rsid w:val="009B3D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-Accent1">
    <w:name w:val="Grid Table 3 Accent 1"/>
    <w:basedOn w:val="TableNormal"/>
    <w:uiPriority w:val="48"/>
    <w:rsid w:val="001F097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2-Accent1">
    <w:name w:val="Grid Table 2 Accent 1"/>
    <w:basedOn w:val="TableNormal"/>
    <w:uiPriority w:val="47"/>
    <w:rsid w:val="0079071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">
    <w:name w:val="Grid Table 2"/>
    <w:basedOn w:val="TableNormal"/>
    <w:uiPriority w:val="47"/>
    <w:rsid w:val="009A6F5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C4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20356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82035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820356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820356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05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5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5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8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8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82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C5DE1"/>
    <w:pPr>
      <w:spacing w:before="100" w:beforeAutospacing="1" w:after="100" w:afterAutospacing="1" w:line="240" w:lineRule="auto"/>
    </w:pPr>
  </w:style>
  <w:style w:type="paragraph" w:styleId="Bibliography">
    <w:name w:val="Bibliography"/>
    <w:basedOn w:val="Normal"/>
    <w:next w:val="Normal"/>
    <w:uiPriority w:val="37"/>
    <w:unhideWhenUsed/>
    <w:rsid w:val="00B157CA"/>
  </w:style>
  <w:style w:type="character" w:styleId="FollowedHyperlink">
    <w:name w:val="FollowedHyperlink"/>
    <w:basedOn w:val="DefaultParagraphFont"/>
    <w:uiPriority w:val="99"/>
    <w:semiHidden/>
    <w:unhideWhenUsed/>
    <w:rsid w:val="00DF0776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autoRedefine/>
    <w:rsid w:val="00820356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820356"/>
    <w:rPr>
      <w:rFonts w:ascii="Times New Roman" w:eastAsia="Times New Roman" w:hAnsi="Times New Roman" w:cs="Times New Roman"/>
      <w:szCs w:val="20"/>
      <w:lang w:eastAsia="en-GB"/>
    </w:rPr>
  </w:style>
  <w:style w:type="character" w:styleId="EndnoteReference">
    <w:name w:val="endnote reference"/>
    <w:basedOn w:val="DefaultParagraphFont"/>
    <w:rsid w:val="0082035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820356"/>
    <w:rPr>
      <w:rFonts w:ascii="Times New Roman" w:eastAsia="Times New Roman" w:hAnsi="Times New Roman" w:cs="Arial"/>
      <w:bCs/>
      <w:i/>
      <w:sz w:val="24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820356"/>
    <w:rPr>
      <w:rFonts w:ascii="Times New Roman" w:eastAsia="Times New Roman" w:hAnsi="Times New Roman" w:cs="Times New Roman"/>
      <w:bCs/>
      <w:sz w:val="24"/>
      <w:szCs w:val="28"/>
      <w:lang w:eastAsia="en-GB"/>
    </w:rPr>
  </w:style>
  <w:style w:type="paragraph" w:customStyle="1" w:styleId="Articletitle">
    <w:name w:val="Article title"/>
    <w:basedOn w:val="Normal"/>
    <w:next w:val="Normal"/>
    <w:qFormat/>
    <w:rsid w:val="00820356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820356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820356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820356"/>
  </w:style>
  <w:style w:type="paragraph" w:customStyle="1" w:styleId="Abstract">
    <w:name w:val="Abstract"/>
    <w:basedOn w:val="Normal"/>
    <w:next w:val="Keywords"/>
    <w:qFormat/>
    <w:rsid w:val="00820356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820356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820356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820356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820356"/>
    <w:pPr>
      <w:widowControl/>
      <w:numPr>
        <w:numId w:val="2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820356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820356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820356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820356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82035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820356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820356"/>
  </w:style>
  <w:style w:type="paragraph" w:customStyle="1" w:styleId="Paragraph">
    <w:name w:val="Paragraph"/>
    <w:basedOn w:val="Normal"/>
    <w:next w:val="Newparagraph"/>
    <w:qFormat/>
    <w:rsid w:val="00820356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820356"/>
    <w:pPr>
      <w:ind w:firstLine="720"/>
    </w:pPr>
  </w:style>
  <w:style w:type="paragraph" w:styleId="NormalIndent">
    <w:name w:val="Normal Indent"/>
    <w:basedOn w:val="Normal"/>
    <w:rsid w:val="00820356"/>
    <w:pPr>
      <w:ind w:left="720"/>
    </w:pPr>
  </w:style>
  <w:style w:type="paragraph" w:customStyle="1" w:styleId="References">
    <w:name w:val="References"/>
    <w:basedOn w:val="Normal"/>
    <w:qFormat/>
    <w:rsid w:val="00820356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820356"/>
  </w:style>
  <w:style w:type="paragraph" w:customStyle="1" w:styleId="Bulletedlist">
    <w:name w:val="Bulleted list"/>
    <w:basedOn w:val="Paragraph"/>
    <w:next w:val="Paragraph"/>
    <w:qFormat/>
    <w:rsid w:val="00820356"/>
    <w:pPr>
      <w:widowControl/>
      <w:numPr>
        <w:numId w:val="2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820356"/>
    <w:pPr>
      <w:widowControl/>
      <w:spacing w:before="360"/>
    </w:pPr>
  </w:style>
  <w:style w:type="character" w:customStyle="1" w:styleId="Heading5Char">
    <w:name w:val="Heading 5 Char"/>
    <w:basedOn w:val="DefaultParagraphFont"/>
    <w:link w:val="Heading5"/>
    <w:uiPriority w:val="9"/>
    <w:rsid w:val="000A3AC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21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3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1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45895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2335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6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54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7610">
                      <w:marLeft w:val="3690"/>
                      <w:marRight w:val="3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68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134878">
                                  <w:marLeft w:val="90"/>
                                  <w:marRight w:val="180"/>
                                  <w:marTop w:val="225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96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50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521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881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6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520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87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737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5573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904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671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932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7383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87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774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897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015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0946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6954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1177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368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92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6509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547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18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98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1006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07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885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610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91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69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080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68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7956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99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4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987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369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4107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050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79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3024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4766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1042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516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135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988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57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905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040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994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360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323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273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963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664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344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4158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837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675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811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6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35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6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330">
                      <w:marLeft w:val="3690"/>
                      <w:marRight w:val="3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11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0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78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20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384">
                      <w:marLeft w:val="3690"/>
                      <w:marRight w:val="3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3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8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5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40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8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277421">
                                              <w:marLeft w:val="15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13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216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8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p492\AppData\Roaming\Microsoft\Templates\TF_Template_Word_Windows_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Sit11</b:Tag>
    <b:SourceType>JournalArticle</b:SourceType>
    <b:Guid>{602DD616-AEDE-46F5-9702-E373E4819B42}</b:Guid>
    <b:Title>A meta-analysis of self-regulated learning in work-related training and educational attainment: What we know and where we need to go</b:Title>
    <b:Year>2011</b:Year>
    <b:Author>
      <b:Author>
        <b:NameList>
          <b:Person>
            <b:Last>Sitzmann</b:Last>
            <b:First>Traci</b:First>
            <b:Middle>and Ely, Katherine</b:Middle>
          </b:Person>
        </b:NameList>
      </b:Author>
    </b:Author>
    <b:JournalName>Psychological Bulletin</b:JournalName>
    <b:Pages>421–442</b:Pages>
    <b:Volume>137</b:Volume>
    <b:Issue>3</b:Issue>
    <b:RefOrder>2</b:RefOrder>
  </b:Source>
  <b:Source>
    <b:Tag>Cla08</b:Tag>
    <b:SourceType>Book</b:SourceType>
    <b:Guid>{C9B82B87-0560-420E-9758-418307B47957}</b:Guid>
    <b:Author>
      <b:Author>
        <b:NameList>
          <b:Person>
            <b:Last>Clarke</b:Last>
            <b:First>Shirley</b:First>
          </b:Person>
        </b:NameList>
      </b:Author>
    </b:Author>
    <b:Title>Active Laerning through Formative Assessment</b:Title>
    <b:Year>2008</b:Year>
    <b:City>London</b:City>
    <b:Publisher>Hodder Education</b:Publisher>
    <b:RefOrder>3</b:RefOrder>
  </b:Source>
  <b:Source>
    <b:Tag>And01</b:Tag>
    <b:SourceType>Book</b:SourceType>
    <b:Guid>{0B5D8732-3A00-433C-85D0-BB0D5D251528}</b:Guid>
    <b:Author>
      <b:Author>
        <b:NameList>
          <b:Person>
            <b:Last>Anderson</b:Last>
            <b:First>Lorin</b:First>
            <b:Middle>W, Krathwohl, David (Eds)</b:Middle>
          </b:Person>
        </b:NameList>
      </b:Author>
    </b:Author>
    <b:Title>A taxonomy for learning, teaching and assessing: a revision of Blook's taxonomy of educational objectives</b:Title>
    <b:Year>2001</b:Year>
    <b:City>New York</b:City>
    <b:Publisher>Longman</b:Publisher>
    <b:RefOrder>4</b:RefOrder>
  </b:Source>
  <b:Source>
    <b:Tag>Kir06</b:Tag>
    <b:SourceType>JournalArticle</b:SourceType>
    <b:Guid>{9A7C328A-3A5D-479D-AE4A-2BA6FAFBB537}</b:Guid>
    <b:Author>
      <b:Author>
        <b:NameList>
          <b:Person>
            <b:Last>Kirschner</b:Last>
            <b:First>Paul</b:First>
            <b:Middle>A, Sweller, John, Clark, Richard E</b:Middle>
          </b:Person>
        </b:NameList>
      </b:Author>
    </b:Author>
    <b:Title>Why Minimal Guidance During Instruiction Does Not Work: An Analysis of the Failure of Constructivist, Discovery, Problem-Based, Experiential, and Inquiry-Based Teaching</b:Title>
    <b:JournalName>Educational Psychologist</b:JournalName>
    <b:Year>2006</b:Year>
    <b:Pages>75–86</b:Pages>
    <b:Volume>41</b:Volume>
    <b:Issue>2</b:Issue>
    <b:RefOrder>5</b:RefOrder>
  </b:Source>
  <b:Source>
    <b:Tag>Zim90</b:Tag>
    <b:SourceType>JournalArticle</b:SourceType>
    <b:Guid>{CE382C17-558B-4568-AFAA-BDAB3D004A37}</b:Guid>
    <b:Title>Self-Regulated Learning and Academic Achievement: An Overview</b:Title>
    <b:Year>1990</b:Year>
    <b:Author>
      <b:Author>
        <b:NameList>
          <b:Person>
            <b:Last>Zimmerman</b:Last>
            <b:First>Barry</b:First>
            <b:Middle>J</b:Middle>
          </b:Person>
        </b:NameList>
      </b:Author>
    </b:Author>
    <b:JournalName>Educational Psychologist</b:JournalName>
    <b:Pages>3–17</b:Pages>
    <b:Volume>25</b:Volume>
    <b:Issue>1</b:Issue>
    <b:RefOrder>6</b:RefOrder>
  </b:Source>
  <b:Source>
    <b:Tag>Eva08</b:Tag>
    <b:SourceType>JournalArticle</b:SourceType>
    <b:Guid>{8F27CD61-8CB1-4036-A04C-5BBE06B7EA1D}</b:Guid>
    <b:Title>The effectiveness of m-learning in the form of podcast revision lectures in higher education</b:Title>
    <b:Year>2008</b:Year>
    <b:Author>
      <b:Author>
        <b:NameList>
          <b:Person>
            <b:Last>Evans</b:Last>
            <b:First>Chris</b:First>
          </b:Person>
        </b:NameList>
      </b:Author>
    </b:Author>
    <b:JournalName>Computers and Education</b:JournalName>
    <b:Pages>491–498</b:Pages>
    <b:Volume>50</b:Volume>
    <b:RefOrder>7</b:RefOrder>
  </b:Source>
  <b:Source>
    <b:Tag>Rie15</b:Tag>
    <b:SourceType>ConferenceProceedings</b:SourceType>
    <b:Guid>{776F59C2-B474-4BC9-BEE7-CE64B8F4E2F8}</b:Guid>
    <b:Author>
      <b:Author>
        <b:NameList>
          <b:Person>
            <b:Last>Rienties</b:Last>
            <b:First>B</b:First>
            <b:Middle>&amp; Toetenel, L &amp; Bryan A</b:Middle>
          </b:Person>
        </b:NameList>
      </b:Author>
    </b:Author>
    <b:Title>"Scaling up" learning design: impact of learning design activities on LMS behaviour and perfomance. In: Proceedings of the Fifth International Conference on Learning Analytics Knowledge – LAK '15 Conference).</b:Title>
    <b:Year>2015</b:Year>
    <b:City>New York</b:City>
    <b:Publisher>ACM, pp. 315–319</b:Publisher>
    <b:RefOrder>8</b:RefOrder>
  </b:Source>
  <b:Source>
    <b:Tag>LiN16</b:Tag>
    <b:SourceType>JournalArticle</b:SourceType>
    <b:Guid>{A4EC30AC-C413-4BBF-AE86-6F5BFEA3B98D}</b:Guid>
    <b:Title>Modelling and Managing Learner Satisfactionr: Use of Learner Feedback to Enhance Blended and Online Learning Experience</b:Title>
    <b:Year>2016</b:Year>
    <b:Author>
      <b:Author>
        <b:NameList>
          <b:Person>
            <b:Last>Li</b:Last>
            <b:First>N</b:First>
            <b:Middle>&amp; Marsh, V &amp; Rienties, B</b:Middle>
          </b:Person>
        </b:NameList>
      </b:Author>
    </b:Author>
    <b:JournalName>Decision Sciences Journal of Innovative Educaation</b:JournalName>
    <b:Pages>216–242</b:Pages>
    <b:Volume>14</b:Volume>
    <b:Issue>2</b:Issue>
    <b:RefOrder>9</b:RefOrder>
  </b:Source>
  <b:Source>
    <b:Tag>KeF09</b:Tag>
    <b:SourceType>JournalArticle</b:SourceType>
    <b:Guid>{921A2164-00C1-43DE-9AA2-E495B508E273}</b:Guid>
    <b:Author>
      <b:Author>
        <b:NameList>
          <b:Person>
            <b:Last>Ke</b:Last>
            <b:First>F</b:First>
            <b:Middle>&amp; Xie, K</b:Middle>
          </b:Person>
        </b:NameList>
      </b:Author>
    </b:Author>
    <b:Title>Toward deep learning for adult students in online courses</b:Title>
    <b:JournalName>The Internet and Higher Education</b:JournalName>
    <b:Year>2009</b:Year>
    <b:Pages>136–145</b:Pages>
    <b:Volume>3–4</b:Volume>
    <b:Issue>12</b:Issue>
    <b:RefOrder>10</b:RefOrder>
  </b:Source>
  <b:Source>
    <b:Tag>Placeholder1</b:Tag>
    <b:SourceType>ConferenceProceedings</b:SourceType>
    <b:Guid>{F142072D-4255-4F29-A66E-C7FA07502E49}</b:Guid>
    <b:Author>
      <b:Author>
        <b:NameList>
          <b:Person>
            <b:Last>Rientes</b:Last>
            <b:First>B</b:First>
            <b:Middle>&amp; Toetenel, L &amp; Bryan A</b:Middle>
          </b:Person>
        </b:NameList>
      </b:Author>
    </b:Author>
    <b:Title>"Scaling up" learning design: impact of learning design activities on LMS behaviour and perfomance. In: Proceedings of the Fifth International Conference on Learning Analytics Knowledge – LAK '15 Conference). </b:Title>
    <b:Year>2015</b:Year>
    <b:City>New York</b:City>
    <b:Publisher>ACM, pp. 315–319</b:Publisher>
    <b:RefOrder>11</b:RefOrder>
  </b:Source>
  <b:Source>
    <b:Tag>Lee08</b:Tag>
    <b:SourceType>JournalArticle</b:SourceType>
    <b:Guid>{9B666321-155C-42D1-9DC7-B99D5D9D58A9}</b:Guid>
    <b:Author>
      <b:Author>
        <b:NameList>
          <b:Person>
            <b:Last>Lee</b:Last>
            <b:First>J-K</b:First>
            <b:Middle>&amp; Lee, W-K</b:Middle>
          </b:Person>
        </b:NameList>
      </b:Author>
    </b:Author>
    <b:Title>The relationship of e-Learner's self-regulatory efficacy and perception of e-Learning environmental quality</b:Title>
    <b:JournalName>Computers in Human Behavior</b:JournalName>
    <b:Year>2008</b:Year>
    <b:Pages>32–47</b:Pages>
    <b:Volume>24</b:Volume>
    <b:Issue>1</b:Issue>
    <b:RefOrder>12</b:RefOrder>
  </b:Source>
  <b:Source>
    <b:Tag>Kim05</b:Tag>
    <b:SourceType>JournalArticle</b:SourceType>
    <b:Guid>{27E4E483-E30A-44C7-AA09-E40A5930CE73}</b:Guid>
    <b:Author>
      <b:Author>
        <b:NameList>
          <b:Person>
            <b:Last>Kim</b:Last>
            <b:First>J</b:First>
            <b:Middle>S</b:Middle>
          </b:Person>
        </b:NameList>
      </b:Author>
    </b:Author>
    <b:Title>The Effects of a Constructivist Teaching Approach on Student Academic Achievement, Self-concept, and Learning Strategies</b:Title>
    <b:JournalName>Asia Pacific Education Review</b:JournalName>
    <b:Year>2005</b:Year>
    <b:Pages>7–19</b:Pages>
    <b:Volume>6</b:Volume>
    <b:Issue>1</b:Issue>
    <b:RefOrder>13</b:RefOrder>
  </b:Source>
  <b:Source>
    <b:Tag>Kir15</b:Tag>
    <b:SourceType>JournalArticle</b:SourceType>
    <b:Guid>{6AA2040A-9F98-4559-B370-1018FD190C61}</b:Guid>
    <b:Title>The influence of learner readiness on student satisfaction and academic achievement in an online program at higher education</b:Title>
    <b:Year>2015</b:Year>
    <b:Pages>133–142</b:Pages>
    <b:Author>
      <b:Author>
        <b:NameList>
          <b:Person>
            <b:Last>Kirmizi</b:Last>
            <b:First>Ö</b:First>
          </b:Person>
        </b:NameList>
      </b:Author>
    </b:Author>
    <b:JournalName>The Turkish Online Journal of Educational Technology</b:JournalName>
    <b:Volume>14</b:Volume>
    <b:Issue>1</b:Issue>
    <b:RefOrder>14</b:RefOrder>
  </b:Source>
  <b:Source>
    <b:Tag>Red80</b:Tag>
    <b:SourceType>JournalArticle</b:SourceType>
    <b:Guid>{0C1042F6-F267-4072-9B1D-A6B005D0633E}</b:Guid>
    <b:Title>A Comparison of Texts and Their Summaries: Memorial Consequences</b:Title>
    <b:Year>1980</b:Year>
    <b:Author>
      <b:Author>
        <b:NameList>
          <b:Person>
            <b:Last>Reder</b:Last>
            <b:First>L</b:First>
            <b:Middle>M &amp; Anderson, J R</b:Middle>
          </b:Person>
        </b:NameList>
      </b:Author>
    </b:Author>
    <b:JournalName>Journal of Verbal Learning and Verbal Behaviour</b:JournalName>
    <b:Pages>121–134</b:Pages>
    <b:Volume>19</b:Volume>
    <b:RefOrder>15</b:RefOrder>
  </b:Source>
  <b:Source>
    <b:Tag>Buz06</b:Tag>
    <b:SourceType>Book</b:SourceType>
    <b:Guid>{18556D58-5079-4229-8703-209A95555BD7}</b:Guid>
    <b:Author>
      <b:Author>
        <b:NameList>
          <b:Person>
            <b:Last>Buzan</b:Last>
            <b:First>T</b:First>
          </b:Person>
        </b:NameList>
      </b:Author>
    </b:Author>
    <b:Title>Use Your Head </b:Title>
    <b:Year>2006</b:Year>
    <b:City>Harlow</b:City>
    <b:Publisher>BBC Active</b:Publisher>
    <b:Edition>Revised and updated</b:Edition>
    <b:RefOrder>16</b:RefOrder>
  </b:Source>
  <b:Source>
    <b:Tag>Cro12</b:Tag>
    <b:SourceType>Report</b:SourceType>
    <b:Guid>{99BEACCD-2B7F-45EF-A03D-E596B36F1EA1}</b:Guid>
    <b:Title>Final Project Report of the OULDI-JISC Project: Practice, Challenge and Change in Curriculum Design Process, Communities, Visualisation and Practice</b:Title>
    <b:Year>2012</b:Year>
    <b:Author>
      <b:Author>
        <b:NameList>
          <b:Person>
            <b:Last>Cross</b:Last>
            <b:First>S</b:First>
          </b:Person>
          <b:Person>
            <b:Last>Galley</b:Last>
            <b:First>R</b:First>
          </b:Person>
          <b:Person>
            <b:Last>Brasher</b:Last>
            <b:First>A</b:First>
          </b:Person>
          <b:Person>
            <b:Last>Weller</b:Last>
            <b:First>M</b:First>
          </b:Person>
        </b:NameList>
      </b:Author>
    </b:Author>
    <b:Publisher>The Open University</b:Publisher>
    <b:City>Milton Keynes</b:City>
    <b:RefOrder>17</b:RefOrder>
  </b:Source>
  <b:Source>
    <b:Tag>Mor16</b:Tag>
    <b:SourceType>JournalArticle</b:SourceType>
    <b:Guid>{A57BABF4-5394-4EA9-9EDE-947DA6C50272}</b:Guid>
    <b:Title>Audio versus written feedback: Exploring learners' preference and the impact of feedback format on students' academic performance</b:Title>
    <b:Year>2016</b:Year>
    <b:Author>
      <b:Author>
        <b:NameList>
          <b:Person>
            <b:Last>Morris C</b:Last>
            <b:First>Chikwa</b:First>
            <b:Middle>G</b:Middle>
          </b:Person>
        </b:NameList>
      </b:Author>
    </b:Author>
    <b:JournalName>Active Learning in Higher Education</b:JournalName>
    <b:Pages>125–137</b:Pages>
    <b:Volume>17</b:Volume>
    <b:Issue>(2)</b:Issue>
    <b:RefOrder>18</b:RefOrder>
  </b:Source>
  <b:Source>
    <b:Tag>Swa05</b:Tag>
    <b:SourceType>BookSection</b:SourceType>
    <b:Guid>{CEE3025D-19D7-4ABE-8BAF-E6E6E920AB49}</b:Guid>
    <b:Title>A constructivist model for thinking about learning online</b:Title>
    <b:Year>2005</b:Year>
    <b:Author>
      <b:Author>
        <b:NameList>
          <b:Person>
            <b:Last>Swan</b:Last>
            <b:First>K</b:First>
          </b:Person>
        </b:NameList>
      </b:Author>
      <b:Editor>
        <b:NameList>
          <b:Person>
            <b:Last>Bourne</b:Last>
            <b:First>J</b:First>
            <b:Middle>&amp; Moore, J C</b:Middle>
          </b:Person>
        </b:NameList>
      </b:Editor>
    </b:Author>
    <b:BookTitle>Elements of Quality Online Education: Engaging Communities</b:BookTitle>
    <b:City>Needham, MA</b:City>
    <b:Publisher>Sloan-C</b:Publisher>
    <b:RefOrder>19</b:RefOrder>
  </b:Source>
  <b:Source>
    <b:Tag>Zep10</b:Tag>
    <b:SourceType>JournalArticle</b:SourceType>
    <b:Guid>{FF9F48E7-6B5F-4D91-9693-CF9F08D4C157}</b:Guid>
    <b:Author>
      <b:Author>
        <b:NameList>
          <b:Person>
            <b:Last>Zepke</b:Last>
            <b:First>N</b:First>
          </b:Person>
          <b:Person>
            <b:Last>Leach</b:Last>
            <b:First>L</b:First>
          </b:Person>
        </b:NameList>
      </b:Author>
    </b:Author>
    <b:Title>Improving student engagement: Ten proposals for action</b:Title>
    <b:JournalName>Active Learning in Higher Education</b:JournalName>
    <b:Year>2010</b:Year>
    <b:Pages>167–177</b:Pages>
    <b:Volume>11</b:Volume>
    <b:Issue>3</b:Issue>
    <b:RefOrder>20</b:RefOrder>
  </b:Source>
  <b:Source>
    <b:Tag>Smi77</b:Tag>
    <b:SourceType>JournalArticle</b:SourceType>
    <b:Guid>{7BB5B757-70FD-4284-8064-BE5BF5D7424D}</b:Guid>
    <b:Title>Recall of thematically relevant material by adolescent good and poor readers as a function of written versus oral presentation</b:Title>
    <b:Year>1977</b:Year>
    <b:Author>
      <b:Author>
        <b:NameList>
          <b:Person>
            <b:Last>Smiley</b:Last>
            <b:First>S</b:First>
            <b:Middle>S &amp; Oakley, D D &amp; Worthen, D &amp; Campione, J C &amp; Brown, A L</b:Middle>
          </b:Person>
        </b:NameList>
      </b:Author>
    </b:Author>
    <b:JournalName>Journal of Educational Psychology</b:JournalName>
    <b:Pages>381–387</b:Pages>
    <b:Volume>69</b:Volume>
    <b:RefOrder>21</b:RefOrder>
  </b:Source>
  <b:Source>
    <b:Tag>Bro15</b:Tag>
    <b:SourceType>JournalArticle</b:SourceType>
    <b:Guid>{0D0471B9-175A-4C5E-A00F-533555B39865}</b:Guid>
    <b:Author>
      <b:Author>
        <b:NameList>
          <b:Person>
            <b:Last>Broadbent</b:Last>
            <b:First>J</b:First>
            <b:Middle>&amp; Poon, W L</b:Middle>
          </b:Person>
        </b:NameList>
      </b:Author>
    </b:Author>
    <b:Title>Self-regulated learning strategies &amp; academic achievement in online higher education learning environments: A systematic review</b:Title>
    <b:JournalName>The Internet and Higher Education</b:JournalName>
    <b:Year>2015</b:Year>
    <b:Pages>1–13</b:Pages>
    <b:Volume>27</b:Volume>
    <b:RefOrder>22</b:RefOrder>
  </b:Source>
  <b:Source>
    <b:Tag>Placeholder2</b:Tag>
    <b:SourceType>BookSection</b:SourceType>
    <b:Guid>{C53E3DBA-F09B-4790-B14A-65BCBAAE1914}</b:Guid>
    <b:Title>A constructivist model for thinking about online learning</b:Title>
    <b:Year>2005</b:Year>
    <b:Author>
      <b:Author>
        <b:NameList>
          <b:Person>
            <b:Last>Swan</b:Last>
            <b:First>K</b:First>
          </b:Person>
        </b:NameList>
      </b:Author>
      <b:Editor>
        <b:NameList>
          <b:Person>
            <b:Last>Bourne</b:Last>
            <b:First>J</b:First>
            <b:Middle>&amp; Moore, J C</b:Middle>
          </b:Person>
        </b:NameList>
      </b:Editor>
    </b:Author>
    <b:BookTitle>Elements of Quality Online Education: Engaging Communities</b:BookTitle>
    <b:City>Needham, MA</b:City>
    <b:Publisher>Sloan-C</b:Publisher>
    <b:RefOrder>1</b:RefOrder>
  </b:Source>
</b:Sources>
</file>

<file path=customXml/itemProps1.xml><?xml version="1.0" encoding="utf-8"?>
<ds:datastoreItem xmlns:ds="http://schemas.openxmlformats.org/officeDocument/2006/customXml" ds:itemID="{531961EB-2044-4FEC-8479-B8729E21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TF_Template_Word_Windows_2013.dotx</Template>
  <TotalTime>9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Stephanie.Pywell</dc:creator>
  <cp:keywords/>
  <dc:description/>
  <cp:lastModifiedBy>Stephanie.Pywell</cp:lastModifiedBy>
  <cp:revision>3</cp:revision>
  <dcterms:created xsi:type="dcterms:W3CDTF">2017-09-13T13:48:00Z</dcterms:created>
  <dcterms:modified xsi:type="dcterms:W3CDTF">2017-09-13T13:56:00Z</dcterms:modified>
</cp:coreProperties>
</file>